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FB" w:rsidRPr="00632987" w:rsidRDefault="00C043FB">
      <w:pPr>
        <w:widowControl/>
        <w:shd w:val="clear" w:color="auto" w:fill="FFFFFF"/>
        <w:spacing w:line="360" w:lineRule="atLeast"/>
        <w:jc w:val="center"/>
        <w:rPr>
          <w:rFonts w:ascii="方正小标宋_GBK" w:eastAsia="方正小标宋_GBK" w:cs="宋体"/>
          <w:bCs/>
          <w:kern w:val="0"/>
          <w:sz w:val="32"/>
          <w:szCs w:val="32"/>
        </w:rPr>
      </w:pPr>
      <w:r w:rsidRPr="00632987">
        <w:rPr>
          <w:rFonts w:ascii="方正小标宋_GBK" w:eastAsia="方正小标宋_GBK" w:hAnsi="宋体" w:cs="宋体"/>
          <w:bCs/>
          <w:kern w:val="0"/>
          <w:sz w:val="32"/>
          <w:szCs w:val="32"/>
        </w:rPr>
        <w:t>2016</w:t>
      </w:r>
      <w:r w:rsidRPr="00632987">
        <w:rPr>
          <w:rFonts w:ascii="方正小标宋_GBK" w:eastAsia="方正小标宋_GBK" w:hAnsi="宋体" w:cs="宋体" w:hint="eastAsia"/>
          <w:bCs/>
          <w:kern w:val="0"/>
          <w:sz w:val="32"/>
          <w:szCs w:val="32"/>
        </w:rPr>
        <w:t>长三角</w:t>
      </w:r>
      <w:r w:rsidRPr="00632987">
        <w:rPr>
          <w:rFonts w:ascii="方正小标宋_GBK" w:eastAsia="方正小标宋_GBK" w:cs="宋体" w:hint="eastAsia"/>
          <w:bCs/>
          <w:kern w:val="0"/>
          <w:sz w:val="32"/>
          <w:szCs w:val="32"/>
        </w:rPr>
        <w:t>“</w:t>
      </w:r>
      <w:r w:rsidRPr="004727DD">
        <w:rPr>
          <w:rFonts w:ascii="方正小标宋_GBK" w:eastAsia="方正小标宋_GBK" w:hAnsi="宋体" w:cs="宋体" w:hint="eastAsia"/>
          <w:bCs/>
          <w:kern w:val="0"/>
          <w:sz w:val="32"/>
          <w:szCs w:val="32"/>
        </w:rPr>
        <w:t>优秀</w:t>
      </w:r>
      <w:r w:rsidRPr="00632987">
        <w:rPr>
          <w:rFonts w:ascii="方正小标宋_GBK" w:eastAsia="方正小标宋_GBK" w:hAnsi="宋体" w:cs="宋体" w:hint="eastAsia"/>
          <w:bCs/>
          <w:kern w:val="0"/>
          <w:sz w:val="32"/>
          <w:szCs w:val="32"/>
        </w:rPr>
        <w:t>传统文化与区域经济社会发展</w:t>
      </w:r>
      <w:r w:rsidRPr="00632987">
        <w:rPr>
          <w:rFonts w:ascii="方正小标宋_GBK" w:eastAsia="方正小标宋_GBK" w:cs="宋体" w:hint="eastAsia"/>
          <w:bCs/>
          <w:kern w:val="0"/>
          <w:sz w:val="32"/>
          <w:szCs w:val="32"/>
        </w:rPr>
        <w:t>”</w:t>
      </w:r>
    </w:p>
    <w:p w:rsidR="00C043FB" w:rsidRPr="00632987" w:rsidRDefault="00C043FB" w:rsidP="00632987">
      <w:pPr>
        <w:widowControl/>
        <w:shd w:val="clear" w:color="auto" w:fill="FFFFFF"/>
        <w:spacing w:line="360" w:lineRule="atLeast"/>
        <w:jc w:val="center"/>
        <w:rPr>
          <w:rFonts w:ascii="方正小标宋_GBK" w:eastAsia="方正小标宋_GBK" w:cs="宋体"/>
          <w:bCs/>
          <w:kern w:val="0"/>
          <w:sz w:val="32"/>
          <w:szCs w:val="32"/>
        </w:rPr>
      </w:pPr>
      <w:r w:rsidRPr="00632987">
        <w:rPr>
          <w:rFonts w:ascii="方正小标宋_GBK" w:eastAsia="方正小标宋_GBK" w:hAnsi="宋体" w:cs="宋体" w:hint="eastAsia"/>
          <w:bCs/>
          <w:kern w:val="0"/>
          <w:sz w:val="32"/>
          <w:szCs w:val="32"/>
        </w:rPr>
        <w:t>研究生论坛征文通知</w:t>
      </w:r>
    </w:p>
    <w:p w:rsidR="00C043FB" w:rsidRPr="0014785E" w:rsidRDefault="00C043FB" w:rsidP="0014785E">
      <w:pPr>
        <w:ind w:firstLine="560"/>
        <w:rPr>
          <w:rFonts w:ascii="仿宋" w:eastAsia="仿宋" w:hAnsi="仿宋"/>
          <w:sz w:val="30"/>
          <w:szCs w:val="30"/>
        </w:rPr>
      </w:pPr>
      <w:r w:rsidRPr="0014785E">
        <w:rPr>
          <w:rFonts w:ascii="仿宋" w:eastAsia="仿宋" w:hAnsi="仿宋" w:hint="eastAsia"/>
          <w:sz w:val="30"/>
          <w:szCs w:val="30"/>
        </w:rPr>
        <w:t>为</w:t>
      </w:r>
      <w:r>
        <w:rPr>
          <w:rFonts w:ascii="仿宋" w:eastAsia="仿宋" w:hAnsi="仿宋" w:hint="eastAsia"/>
          <w:sz w:val="30"/>
          <w:szCs w:val="30"/>
        </w:rPr>
        <w:t>激发研究生创新热情</w:t>
      </w:r>
      <w:r w:rsidRPr="0014785E">
        <w:rPr>
          <w:rFonts w:ascii="仿宋" w:eastAsia="仿宋" w:hAnsi="仿宋" w:hint="eastAsia"/>
          <w:sz w:val="30"/>
          <w:szCs w:val="30"/>
        </w:rPr>
        <w:t>，促进研究生学术交流，由长三角研究生教育创新计划协作委员会主办，安徽省人民政府学位委员会办公室和</w:t>
      </w:r>
      <w:r>
        <w:rPr>
          <w:rFonts w:ascii="仿宋" w:eastAsia="仿宋" w:hAnsi="仿宋" w:hint="eastAsia"/>
          <w:sz w:val="30"/>
          <w:szCs w:val="30"/>
        </w:rPr>
        <w:t>安庆师范大学</w:t>
      </w:r>
      <w:r w:rsidRPr="0014785E">
        <w:rPr>
          <w:rFonts w:ascii="仿宋" w:eastAsia="仿宋" w:hAnsi="仿宋" w:hint="eastAsia"/>
          <w:sz w:val="30"/>
          <w:szCs w:val="30"/>
        </w:rPr>
        <w:t>联合承办的</w:t>
      </w:r>
      <w:r w:rsidRPr="0014785E">
        <w:rPr>
          <w:rFonts w:ascii="仿宋" w:eastAsia="仿宋" w:hAnsi="仿宋"/>
          <w:sz w:val="30"/>
          <w:szCs w:val="30"/>
        </w:rPr>
        <w:t>2016</w:t>
      </w:r>
      <w:r w:rsidRPr="0014785E">
        <w:rPr>
          <w:rFonts w:ascii="仿宋" w:eastAsia="仿宋" w:hAnsi="仿宋" w:hint="eastAsia"/>
          <w:sz w:val="30"/>
          <w:szCs w:val="30"/>
        </w:rPr>
        <w:t>长三角“</w:t>
      </w:r>
      <w:r w:rsidRPr="004727DD">
        <w:rPr>
          <w:rFonts w:ascii="仿宋" w:eastAsia="仿宋" w:hAnsi="仿宋" w:hint="eastAsia"/>
          <w:sz w:val="30"/>
          <w:szCs w:val="30"/>
        </w:rPr>
        <w:t>优秀</w:t>
      </w:r>
      <w:r w:rsidRPr="006F591D">
        <w:rPr>
          <w:rFonts w:ascii="仿宋" w:eastAsia="仿宋" w:hAnsi="仿宋" w:hint="eastAsia"/>
          <w:sz w:val="30"/>
          <w:szCs w:val="30"/>
        </w:rPr>
        <w:t>传统文化与区域经济社会发展</w:t>
      </w:r>
      <w:r w:rsidRPr="0014785E">
        <w:rPr>
          <w:rFonts w:ascii="仿宋" w:eastAsia="仿宋" w:hAnsi="仿宋" w:hint="eastAsia"/>
          <w:sz w:val="30"/>
          <w:szCs w:val="30"/>
        </w:rPr>
        <w:t>”研究生学术论坛定于</w:t>
      </w:r>
      <w:r w:rsidRPr="0014785E">
        <w:rPr>
          <w:rFonts w:ascii="仿宋" w:eastAsia="仿宋" w:hAnsi="仿宋"/>
          <w:sz w:val="30"/>
          <w:szCs w:val="30"/>
        </w:rPr>
        <w:t>2016</w:t>
      </w:r>
      <w:r w:rsidRPr="0014785E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11</w:t>
      </w:r>
      <w:r w:rsidRPr="0014785E">
        <w:rPr>
          <w:rFonts w:ascii="仿宋" w:eastAsia="仿宋" w:hAnsi="仿宋" w:hint="eastAsia"/>
          <w:sz w:val="30"/>
          <w:szCs w:val="30"/>
        </w:rPr>
        <w:t>月召开。本次论坛以研究生论文分组宣讲和交流为核心，同时将邀请国内知名学者专家举办学术报告，并组织专家对论文进行评审，择优评选出优秀论文予以表彰并推荐发表。</w:t>
      </w:r>
    </w:p>
    <w:p w:rsidR="00C043FB" w:rsidRDefault="00C043FB" w:rsidP="0014785E">
      <w:pPr>
        <w:ind w:firstLine="562"/>
        <w:rPr>
          <w:rFonts w:ascii="仿宋" w:eastAsia="仿宋" w:hAnsi="仿宋"/>
          <w:sz w:val="30"/>
          <w:szCs w:val="30"/>
        </w:rPr>
      </w:pPr>
      <w:r w:rsidRPr="0014785E">
        <w:rPr>
          <w:rFonts w:ascii="仿宋" w:eastAsia="仿宋" w:hAnsi="仿宋" w:hint="eastAsia"/>
          <w:b/>
          <w:kern w:val="28"/>
          <w:sz w:val="30"/>
          <w:szCs w:val="30"/>
        </w:rPr>
        <w:t>论坛主题：</w:t>
      </w:r>
      <w:r w:rsidRPr="004727DD">
        <w:rPr>
          <w:rFonts w:ascii="仿宋" w:eastAsia="仿宋" w:hAnsi="仿宋" w:hint="eastAsia"/>
          <w:kern w:val="28"/>
          <w:sz w:val="30"/>
          <w:szCs w:val="30"/>
        </w:rPr>
        <w:t>优秀</w:t>
      </w:r>
      <w:r w:rsidRPr="006F591D">
        <w:rPr>
          <w:rFonts w:ascii="仿宋" w:eastAsia="仿宋" w:hAnsi="仿宋" w:hint="eastAsia"/>
          <w:sz w:val="30"/>
          <w:szCs w:val="30"/>
        </w:rPr>
        <w:t>传统文化与区域经济社会发展</w:t>
      </w:r>
    </w:p>
    <w:p w:rsidR="00C043FB" w:rsidRPr="0014785E" w:rsidRDefault="00C043FB" w:rsidP="0014785E">
      <w:pPr>
        <w:ind w:firstLine="562"/>
        <w:rPr>
          <w:rFonts w:ascii="仿宋" w:eastAsia="仿宋" w:hAnsi="仿宋"/>
          <w:kern w:val="28"/>
          <w:sz w:val="30"/>
          <w:szCs w:val="30"/>
        </w:rPr>
      </w:pPr>
      <w:r w:rsidRPr="0014785E">
        <w:rPr>
          <w:rFonts w:ascii="仿宋" w:eastAsia="仿宋" w:hAnsi="仿宋" w:hint="eastAsia"/>
          <w:b/>
          <w:kern w:val="28"/>
          <w:sz w:val="30"/>
          <w:szCs w:val="30"/>
        </w:rPr>
        <w:t>论坛时间：</w:t>
      </w:r>
      <w:r w:rsidRPr="0014785E">
        <w:rPr>
          <w:rFonts w:ascii="仿宋" w:eastAsia="仿宋" w:hAnsi="仿宋"/>
          <w:kern w:val="0"/>
          <w:sz w:val="30"/>
          <w:szCs w:val="30"/>
        </w:rPr>
        <w:t>2016</w:t>
      </w:r>
      <w:r w:rsidRPr="0014785E">
        <w:rPr>
          <w:rFonts w:ascii="仿宋" w:eastAsia="仿宋" w:hAnsi="仿宋" w:hint="eastAsia"/>
          <w:kern w:val="0"/>
          <w:sz w:val="30"/>
          <w:szCs w:val="30"/>
        </w:rPr>
        <w:t>年</w:t>
      </w:r>
      <w:r>
        <w:rPr>
          <w:rFonts w:ascii="仿宋" w:eastAsia="仿宋" w:hAnsi="仿宋"/>
          <w:kern w:val="0"/>
          <w:sz w:val="30"/>
          <w:szCs w:val="30"/>
        </w:rPr>
        <w:t>11</w:t>
      </w:r>
      <w:r w:rsidRPr="0014785E">
        <w:rPr>
          <w:rFonts w:ascii="仿宋" w:eastAsia="仿宋" w:hAnsi="仿宋" w:hint="eastAsia"/>
          <w:kern w:val="0"/>
          <w:sz w:val="30"/>
          <w:szCs w:val="30"/>
        </w:rPr>
        <w:t>月</w:t>
      </w:r>
    </w:p>
    <w:p w:rsidR="00C043FB" w:rsidRPr="0014785E" w:rsidRDefault="00C043FB" w:rsidP="0014785E">
      <w:pPr>
        <w:ind w:firstLine="562"/>
        <w:rPr>
          <w:rFonts w:ascii="仿宋" w:eastAsia="仿宋" w:hAnsi="仿宋"/>
          <w:sz w:val="30"/>
          <w:szCs w:val="30"/>
        </w:rPr>
      </w:pPr>
      <w:r w:rsidRPr="0014785E">
        <w:rPr>
          <w:rFonts w:ascii="仿宋" w:eastAsia="仿宋" w:hAnsi="仿宋" w:hint="eastAsia"/>
          <w:b/>
          <w:kern w:val="28"/>
          <w:sz w:val="30"/>
          <w:szCs w:val="30"/>
        </w:rPr>
        <w:t>论坛地点：</w:t>
      </w:r>
      <w:r>
        <w:rPr>
          <w:rFonts w:ascii="仿宋" w:eastAsia="仿宋" w:hAnsi="仿宋" w:hint="eastAsia"/>
          <w:kern w:val="0"/>
          <w:sz w:val="30"/>
          <w:szCs w:val="30"/>
        </w:rPr>
        <w:t>安庆师范大学</w:t>
      </w:r>
    </w:p>
    <w:p w:rsidR="00C043FB" w:rsidRPr="0014785E" w:rsidRDefault="00C043FB" w:rsidP="0014785E">
      <w:pPr>
        <w:ind w:firstLine="562"/>
        <w:rPr>
          <w:rFonts w:ascii="仿宋" w:eastAsia="仿宋" w:hAnsi="仿宋"/>
          <w:bCs/>
          <w:sz w:val="30"/>
          <w:szCs w:val="30"/>
        </w:rPr>
      </w:pPr>
      <w:r w:rsidRPr="0014785E">
        <w:rPr>
          <w:rFonts w:ascii="仿宋" w:eastAsia="仿宋" w:hAnsi="仿宋" w:hint="eastAsia"/>
          <w:b/>
          <w:kern w:val="28"/>
          <w:sz w:val="30"/>
          <w:szCs w:val="30"/>
        </w:rPr>
        <w:t>征文范围：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围绕征文主题，结合所学专业，自拟题目。</w:t>
      </w:r>
    </w:p>
    <w:p w:rsidR="00C043FB" w:rsidRPr="0014785E" w:rsidRDefault="00C043FB" w:rsidP="0014785E">
      <w:pPr>
        <w:ind w:firstLine="562"/>
        <w:rPr>
          <w:rFonts w:ascii="仿宋" w:eastAsia="仿宋" w:hAnsi="仿宋"/>
          <w:sz w:val="30"/>
          <w:szCs w:val="30"/>
        </w:rPr>
      </w:pPr>
      <w:r w:rsidRPr="0014785E">
        <w:rPr>
          <w:rFonts w:ascii="仿宋" w:eastAsia="仿宋" w:hAnsi="仿宋" w:hint="eastAsia"/>
          <w:b/>
          <w:kern w:val="28"/>
          <w:sz w:val="30"/>
          <w:szCs w:val="30"/>
        </w:rPr>
        <w:t>参会费用：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对经确认的参会研究生不收取任何费用，相关费用由论坛组委会统一安排。</w:t>
      </w:r>
    </w:p>
    <w:p w:rsidR="00C043FB" w:rsidRPr="0014785E" w:rsidRDefault="00C043FB" w:rsidP="0014785E">
      <w:pPr>
        <w:ind w:firstLine="562"/>
        <w:rPr>
          <w:rFonts w:ascii="仿宋" w:eastAsia="仿宋" w:hAnsi="仿宋"/>
          <w:b/>
          <w:kern w:val="28"/>
          <w:sz w:val="30"/>
          <w:szCs w:val="30"/>
        </w:rPr>
      </w:pPr>
      <w:r w:rsidRPr="0014785E">
        <w:rPr>
          <w:rFonts w:ascii="仿宋" w:eastAsia="仿宋" w:hAnsi="仿宋" w:hint="eastAsia"/>
          <w:b/>
          <w:kern w:val="28"/>
          <w:sz w:val="30"/>
          <w:szCs w:val="30"/>
        </w:rPr>
        <w:t>论文奖励：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设一等奖</w:t>
      </w:r>
      <w:r w:rsidRPr="0014785E">
        <w:rPr>
          <w:rFonts w:ascii="仿宋" w:eastAsia="仿宋" w:hAnsi="仿宋"/>
          <w:kern w:val="28"/>
          <w:sz w:val="30"/>
          <w:szCs w:val="30"/>
        </w:rPr>
        <w:t>5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个、二等奖</w:t>
      </w:r>
      <w:r w:rsidRPr="0014785E">
        <w:rPr>
          <w:rFonts w:ascii="仿宋" w:eastAsia="仿宋" w:hAnsi="仿宋"/>
          <w:kern w:val="28"/>
          <w:sz w:val="30"/>
          <w:szCs w:val="30"/>
        </w:rPr>
        <w:t>15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个、三等奖</w:t>
      </w:r>
      <w:r w:rsidRPr="0014785E">
        <w:rPr>
          <w:rFonts w:ascii="仿宋" w:eastAsia="仿宋" w:hAnsi="仿宋"/>
          <w:kern w:val="28"/>
          <w:sz w:val="30"/>
          <w:szCs w:val="30"/>
        </w:rPr>
        <w:t>30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个，获奖的论文分别给予</w:t>
      </w:r>
      <w:r w:rsidRPr="0014785E">
        <w:rPr>
          <w:rFonts w:ascii="仿宋" w:eastAsia="仿宋" w:hAnsi="仿宋"/>
          <w:kern w:val="28"/>
          <w:sz w:val="30"/>
          <w:szCs w:val="30"/>
        </w:rPr>
        <w:t>2000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元、</w:t>
      </w:r>
      <w:r w:rsidRPr="0014785E">
        <w:rPr>
          <w:rFonts w:ascii="仿宋" w:eastAsia="仿宋" w:hAnsi="仿宋"/>
          <w:kern w:val="28"/>
          <w:sz w:val="30"/>
          <w:szCs w:val="30"/>
        </w:rPr>
        <w:t>1000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元、</w:t>
      </w:r>
      <w:r w:rsidRPr="0014785E">
        <w:rPr>
          <w:rFonts w:ascii="仿宋" w:eastAsia="仿宋" w:hAnsi="仿宋"/>
          <w:kern w:val="28"/>
          <w:sz w:val="30"/>
          <w:szCs w:val="30"/>
        </w:rPr>
        <w:t>500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元奖励，并颁发获奖证书。</w:t>
      </w:r>
    </w:p>
    <w:p w:rsidR="00C043FB" w:rsidRPr="0014785E" w:rsidRDefault="00C043FB" w:rsidP="0014785E">
      <w:pPr>
        <w:ind w:firstLine="560"/>
        <w:rPr>
          <w:rFonts w:ascii="仿宋" w:eastAsia="仿宋" w:hAnsi="仿宋"/>
          <w:kern w:val="28"/>
          <w:sz w:val="30"/>
          <w:szCs w:val="30"/>
        </w:rPr>
      </w:pPr>
      <w:r w:rsidRPr="0014785E">
        <w:rPr>
          <w:rFonts w:ascii="仿宋" w:eastAsia="仿宋" w:hAnsi="仿宋" w:hint="eastAsia"/>
          <w:kern w:val="28"/>
          <w:sz w:val="30"/>
          <w:szCs w:val="30"/>
        </w:rPr>
        <w:t>相关说明：</w:t>
      </w:r>
      <w:r w:rsidRPr="0014785E">
        <w:rPr>
          <w:rFonts w:ascii="仿宋" w:eastAsia="仿宋" w:hAnsi="仿宋"/>
          <w:kern w:val="28"/>
          <w:sz w:val="30"/>
          <w:szCs w:val="30"/>
        </w:rPr>
        <w:t xml:space="preserve"> </w:t>
      </w:r>
    </w:p>
    <w:p w:rsidR="00C043FB" w:rsidRPr="0014785E" w:rsidRDefault="00C043FB" w:rsidP="0014785E">
      <w:pPr>
        <w:ind w:firstLine="560"/>
        <w:rPr>
          <w:rFonts w:ascii="仿宋" w:eastAsia="仿宋" w:hAnsi="仿宋"/>
          <w:kern w:val="28"/>
          <w:sz w:val="30"/>
          <w:szCs w:val="30"/>
        </w:rPr>
      </w:pPr>
      <w:r w:rsidRPr="0014785E">
        <w:rPr>
          <w:rFonts w:ascii="仿宋" w:eastAsia="仿宋" w:hAnsi="仿宋"/>
          <w:kern w:val="28"/>
          <w:sz w:val="30"/>
          <w:szCs w:val="30"/>
        </w:rPr>
        <w:t>1.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本届论坛一律采用电子投稿方式，请作者将</w:t>
      </w:r>
      <w:r w:rsidRPr="0014785E">
        <w:rPr>
          <w:rFonts w:ascii="仿宋" w:eastAsia="仿宋" w:hAnsi="仿宋"/>
          <w:kern w:val="28"/>
          <w:sz w:val="30"/>
          <w:szCs w:val="30"/>
        </w:rPr>
        <w:t>WORD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格式的稿件以附件形式发送至</w:t>
      </w:r>
      <w:r>
        <w:rPr>
          <w:rFonts w:ascii="仿宋_GB2312" w:eastAsia="仿宋_GB2312" w:hAnsi="宋体" w:cs="APNFFU+oúì?"/>
          <w:sz w:val="32"/>
          <w:szCs w:val="32"/>
        </w:rPr>
        <w:t>84499540@qq.com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，并在电子邮件主题栏注明“长三角研究生论坛征文”。投稿时需同时发出填好的信息登记表格（见附件</w:t>
      </w:r>
      <w:r w:rsidRPr="0014785E">
        <w:rPr>
          <w:rFonts w:ascii="仿宋" w:eastAsia="仿宋" w:hAnsi="仿宋"/>
          <w:kern w:val="28"/>
          <w:sz w:val="30"/>
          <w:szCs w:val="30"/>
        </w:rPr>
        <w:t>1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）。</w:t>
      </w:r>
      <w:r w:rsidRPr="0014785E">
        <w:rPr>
          <w:rFonts w:ascii="仿宋" w:eastAsia="仿宋" w:hAnsi="仿宋"/>
          <w:kern w:val="28"/>
          <w:sz w:val="30"/>
          <w:szCs w:val="30"/>
        </w:rPr>
        <w:t xml:space="preserve"> </w:t>
      </w:r>
    </w:p>
    <w:p w:rsidR="00C043FB" w:rsidRPr="0014785E" w:rsidRDefault="00C043FB" w:rsidP="0014785E">
      <w:pPr>
        <w:ind w:firstLine="560"/>
        <w:rPr>
          <w:rFonts w:ascii="仿宋" w:eastAsia="仿宋" w:hAnsi="仿宋"/>
          <w:kern w:val="28"/>
          <w:sz w:val="30"/>
          <w:szCs w:val="30"/>
        </w:rPr>
      </w:pPr>
      <w:r w:rsidRPr="0014785E">
        <w:rPr>
          <w:rFonts w:ascii="仿宋" w:eastAsia="仿宋" w:hAnsi="仿宋"/>
          <w:kern w:val="28"/>
          <w:sz w:val="30"/>
          <w:szCs w:val="30"/>
        </w:rPr>
        <w:t>2.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论文包括中英文题目、作者姓名、作者单位、中英文摘要、中英文关键词、正文、参考文献。论文排版格式，参见附件</w:t>
      </w:r>
      <w:r w:rsidRPr="0014785E">
        <w:rPr>
          <w:rFonts w:ascii="仿宋" w:eastAsia="仿宋" w:hAnsi="仿宋"/>
          <w:kern w:val="28"/>
          <w:sz w:val="30"/>
          <w:szCs w:val="30"/>
        </w:rPr>
        <w:t>2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，每篇论文原则上控制在</w:t>
      </w:r>
      <w:r w:rsidRPr="0014785E">
        <w:rPr>
          <w:rFonts w:ascii="仿宋" w:eastAsia="仿宋" w:hAnsi="仿宋"/>
          <w:kern w:val="28"/>
          <w:sz w:val="30"/>
          <w:szCs w:val="30"/>
        </w:rPr>
        <w:t>5000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字以下。</w:t>
      </w:r>
    </w:p>
    <w:p w:rsidR="00C043FB" w:rsidRPr="0014785E" w:rsidRDefault="00C043FB" w:rsidP="0014785E">
      <w:pPr>
        <w:ind w:firstLine="560"/>
        <w:rPr>
          <w:rFonts w:ascii="仿宋" w:eastAsia="仿宋" w:hAnsi="仿宋"/>
          <w:kern w:val="28"/>
          <w:sz w:val="30"/>
          <w:szCs w:val="30"/>
        </w:rPr>
      </w:pPr>
      <w:r w:rsidRPr="0014785E">
        <w:rPr>
          <w:rFonts w:ascii="仿宋" w:eastAsia="仿宋" w:hAnsi="仿宋"/>
          <w:kern w:val="28"/>
          <w:sz w:val="30"/>
          <w:szCs w:val="30"/>
        </w:rPr>
        <w:t>3.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提交的论文应未在国内外正式刊物和学术会议上发表过，投稿作者必须严守学术道德规范，文责由作者本人承担。</w:t>
      </w:r>
      <w:r w:rsidRPr="0014785E">
        <w:rPr>
          <w:rFonts w:ascii="仿宋" w:eastAsia="仿宋" w:hAnsi="仿宋"/>
          <w:kern w:val="28"/>
          <w:sz w:val="30"/>
          <w:szCs w:val="30"/>
        </w:rPr>
        <w:t xml:space="preserve"> </w:t>
      </w:r>
    </w:p>
    <w:p w:rsidR="00C043FB" w:rsidRPr="0014785E" w:rsidRDefault="00C043FB" w:rsidP="0014785E">
      <w:pPr>
        <w:ind w:firstLine="560"/>
        <w:rPr>
          <w:rFonts w:ascii="仿宋" w:eastAsia="仿宋" w:hAnsi="仿宋"/>
          <w:kern w:val="28"/>
          <w:sz w:val="30"/>
          <w:szCs w:val="30"/>
        </w:rPr>
      </w:pPr>
      <w:r w:rsidRPr="0014785E">
        <w:rPr>
          <w:rFonts w:ascii="仿宋" w:eastAsia="仿宋" w:hAnsi="仿宋"/>
          <w:kern w:val="28"/>
          <w:sz w:val="30"/>
          <w:szCs w:val="30"/>
        </w:rPr>
        <w:t>4.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经专家评审，达到论坛要求的论文将被收入论坛论文集（非公开出版物）。</w:t>
      </w:r>
    </w:p>
    <w:p w:rsidR="00C043FB" w:rsidRPr="0014785E" w:rsidRDefault="00C043FB" w:rsidP="0014785E">
      <w:pPr>
        <w:ind w:firstLine="560"/>
        <w:rPr>
          <w:rFonts w:ascii="仿宋" w:eastAsia="仿宋" w:hAnsi="仿宋"/>
          <w:kern w:val="28"/>
          <w:sz w:val="30"/>
          <w:szCs w:val="30"/>
        </w:rPr>
      </w:pPr>
      <w:r>
        <w:rPr>
          <w:rFonts w:ascii="仿宋" w:eastAsia="仿宋" w:hAnsi="仿宋"/>
          <w:kern w:val="28"/>
          <w:sz w:val="30"/>
          <w:szCs w:val="30"/>
        </w:rPr>
        <w:t>5.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论坛将邀请每篇《论坛论文集》论文作者</w:t>
      </w:r>
      <w:r w:rsidRPr="0014785E">
        <w:rPr>
          <w:rFonts w:ascii="仿宋" w:eastAsia="仿宋" w:hAnsi="仿宋"/>
          <w:kern w:val="28"/>
          <w:sz w:val="30"/>
          <w:szCs w:val="30"/>
        </w:rPr>
        <w:t>1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人参会交流，具体时间另行通知。</w:t>
      </w:r>
    </w:p>
    <w:p w:rsidR="00C043FB" w:rsidRDefault="00C043FB" w:rsidP="00062784">
      <w:pPr>
        <w:ind w:firstLine="560"/>
        <w:rPr>
          <w:rFonts w:ascii="仿宋" w:eastAsia="仿宋" w:hAnsi="仿宋"/>
          <w:kern w:val="28"/>
          <w:sz w:val="30"/>
          <w:szCs w:val="30"/>
        </w:rPr>
      </w:pPr>
      <w:r>
        <w:rPr>
          <w:rFonts w:ascii="仿宋" w:eastAsia="仿宋" w:hAnsi="仿宋"/>
          <w:kern w:val="28"/>
          <w:sz w:val="30"/>
          <w:szCs w:val="30"/>
        </w:rPr>
        <w:t>6.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论文投稿截止日期：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9"/>
          <w:attr w:name="Year" w:val="2016"/>
        </w:smartTagPr>
        <w:r w:rsidRPr="0014785E">
          <w:rPr>
            <w:rFonts w:ascii="仿宋" w:eastAsia="仿宋" w:hAnsi="仿宋"/>
            <w:kern w:val="28"/>
            <w:sz w:val="30"/>
            <w:szCs w:val="30"/>
          </w:rPr>
          <w:t>2016</w:t>
        </w:r>
        <w:r w:rsidRPr="0014785E">
          <w:rPr>
            <w:rFonts w:ascii="仿宋" w:eastAsia="仿宋" w:hAnsi="仿宋" w:hint="eastAsia"/>
            <w:kern w:val="28"/>
            <w:sz w:val="30"/>
            <w:szCs w:val="30"/>
          </w:rPr>
          <w:t>年</w:t>
        </w:r>
        <w:r>
          <w:rPr>
            <w:rFonts w:ascii="仿宋" w:eastAsia="仿宋" w:hAnsi="仿宋"/>
            <w:kern w:val="28"/>
            <w:sz w:val="30"/>
            <w:szCs w:val="30"/>
          </w:rPr>
          <w:t>9</w:t>
        </w:r>
        <w:r w:rsidRPr="0014785E">
          <w:rPr>
            <w:rFonts w:ascii="仿宋" w:eastAsia="仿宋" w:hAnsi="仿宋" w:hint="eastAsia"/>
            <w:kern w:val="28"/>
            <w:sz w:val="30"/>
            <w:szCs w:val="30"/>
          </w:rPr>
          <w:t>月</w:t>
        </w:r>
        <w:r>
          <w:rPr>
            <w:rFonts w:ascii="仿宋" w:eastAsia="仿宋" w:hAnsi="仿宋"/>
            <w:kern w:val="28"/>
            <w:sz w:val="30"/>
            <w:szCs w:val="30"/>
          </w:rPr>
          <w:t>30</w:t>
        </w:r>
        <w:r w:rsidRPr="0014785E">
          <w:rPr>
            <w:rFonts w:ascii="仿宋" w:eastAsia="仿宋" w:hAnsi="仿宋" w:hint="eastAsia"/>
            <w:kern w:val="28"/>
            <w:sz w:val="30"/>
            <w:szCs w:val="30"/>
          </w:rPr>
          <w:t>日</w:t>
        </w:r>
      </w:smartTag>
      <w:r>
        <w:rPr>
          <w:rFonts w:ascii="仿宋" w:eastAsia="仿宋" w:hAnsi="仿宋" w:hint="eastAsia"/>
          <w:kern w:val="28"/>
          <w:sz w:val="30"/>
          <w:szCs w:val="30"/>
        </w:rPr>
        <w:t>；</w:t>
      </w:r>
    </w:p>
    <w:p w:rsidR="00C043FB" w:rsidRPr="0014785E" w:rsidRDefault="00C043FB" w:rsidP="00062784">
      <w:pPr>
        <w:ind w:firstLine="560"/>
        <w:rPr>
          <w:rFonts w:ascii="仿宋" w:eastAsia="仿宋" w:hAnsi="仿宋"/>
          <w:kern w:val="28"/>
          <w:sz w:val="30"/>
          <w:szCs w:val="30"/>
        </w:rPr>
      </w:pPr>
      <w:r w:rsidRPr="0014785E">
        <w:rPr>
          <w:rFonts w:ascii="仿宋" w:eastAsia="仿宋" w:hAnsi="仿宋" w:hint="eastAsia"/>
          <w:kern w:val="28"/>
          <w:sz w:val="30"/>
          <w:szCs w:val="30"/>
        </w:rPr>
        <w:t>论文录用通知日期：</w:t>
      </w:r>
      <w:r w:rsidRPr="0014785E">
        <w:rPr>
          <w:rFonts w:ascii="仿宋" w:eastAsia="仿宋" w:hAnsi="仿宋"/>
          <w:kern w:val="28"/>
          <w:sz w:val="30"/>
          <w:szCs w:val="30"/>
        </w:rPr>
        <w:t>201</w:t>
      </w:r>
      <w:r>
        <w:rPr>
          <w:rFonts w:ascii="仿宋" w:eastAsia="仿宋" w:hAnsi="仿宋"/>
          <w:kern w:val="28"/>
          <w:sz w:val="30"/>
          <w:szCs w:val="30"/>
        </w:rPr>
        <w:t>6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年</w:t>
      </w:r>
      <w:r>
        <w:rPr>
          <w:rFonts w:ascii="仿宋" w:eastAsia="仿宋" w:hAnsi="仿宋"/>
          <w:kern w:val="28"/>
          <w:sz w:val="30"/>
          <w:szCs w:val="30"/>
        </w:rPr>
        <w:t>10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月</w:t>
      </w:r>
      <w:r>
        <w:rPr>
          <w:rFonts w:ascii="仿宋" w:eastAsia="仿宋" w:hAnsi="仿宋"/>
          <w:kern w:val="28"/>
          <w:sz w:val="30"/>
          <w:szCs w:val="30"/>
        </w:rPr>
        <w:t>30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日</w:t>
      </w:r>
      <w:r w:rsidRPr="0014785E">
        <w:rPr>
          <w:rFonts w:ascii="仿宋" w:eastAsia="仿宋" w:hAnsi="仿宋"/>
          <w:kern w:val="28"/>
          <w:sz w:val="30"/>
          <w:szCs w:val="30"/>
        </w:rPr>
        <w:t xml:space="preserve"> </w:t>
      </w:r>
    </w:p>
    <w:p w:rsidR="00C043FB" w:rsidRPr="0014785E" w:rsidRDefault="00C043FB" w:rsidP="0014785E">
      <w:pPr>
        <w:ind w:firstLine="560"/>
        <w:rPr>
          <w:rFonts w:ascii="仿宋" w:eastAsia="仿宋" w:hAnsi="仿宋"/>
          <w:kern w:val="28"/>
          <w:sz w:val="30"/>
          <w:szCs w:val="30"/>
        </w:rPr>
      </w:pPr>
      <w:r w:rsidRPr="0014785E">
        <w:rPr>
          <w:rFonts w:ascii="仿宋" w:eastAsia="仿宋" w:hAnsi="仿宋" w:hint="eastAsia"/>
          <w:kern w:val="28"/>
          <w:sz w:val="30"/>
          <w:szCs w:val="30"/>
        </w:rPr>
        <w:t>联系人：</w:t>
      </w:r>
      <w:r>
        <w:rPr>
          <w:rFonts w:ascii="仿宋" w:eastAsia="仿宋" w:hAnsi="仿宋" w:hint="eastAsia"/>
          <w:kern w:val="28"/>
          <w:sz w:val="30"/>
          <w:szCs w:val="30"/>
        </w:rPr>
        <w:t>李瑶、万真真；</w:t>
      </w:r>
      <w:r w:rsidRPr="0014785E">
        <w:rPr>
          <w:rFonts w:ascii="仿宋" w:eastAsia="仿宋" w:hAnsi="仿宋" w:hint="eastAsia"/>
          <w:kern w:val="28"/>
          <w:sz w:val="30"/>
          <w:szCs w:val="30"/>
        </w:rPr>
        <w:t>电话：</w:t>
      </w:r>
      <w:r w:rsidRPr="0014785E">
        <w:rPr>
          <w:rFonts w:ascii="仿宋" w:eastAsia="仿宋" w:hAnsi="仿宋"/>
          <w:kern w:val="28"/>
          <w:sz w:val="30"/>
          <w:szCs w:val="30"/>
        </w:rPr>
        <w:t>055</w:t>
      </w:r>
      <w:r>
        <w:rPr>
          <w:rFonts w:ascii="仿宋" w:eastAsia="仿宋" w:hAnsi="仿宋"/>
          <w:kern w:val="28"/>
          <w:sz w:val="30"/>
          <w:szCs w:val="30"/>
        </w:rPr>
        <w:t>6</w:t>
      </w:r>
      <w:r w:rsidRPr="0014785E">
        <w:rPr>
          <w:rFonts w:ascii="仿宋" w:eastAsia="仿宋" w:hAnsi="仿宋"/>
          <w:kern w:val="28"/>
          <w:sz w:val="30"/>
          <w:szCs w:val="30"/>
        </w:rPr>
        <w:t>-</w:t>
      </w:r>
      <w:r>
        <w:rPr>
          <w:rFonts w:ascii="仿宋" w:eastAsia="仿宋" w:hAnsi="仿宋"/>
          <w:kern w:val="28"/>
          <w:sz w:val="30"/>
          <w:szCs w:val="30"/>
        </w:rPr>
        <w:t>5303726</w:t>
      </w:r>
      <w:r w:rsidRPr="0014785E">
        <w:rPr>
          <w:rFonts w:ascii="仿宋" w:eastAsia="仿宋" w:hAnsi="仿宋"/>
          <w:kern w:val="28"/>
          <w:sz w:val="30"/>
          <w:szCs w:val="30"/>
        </w:rPr>
        <w:t xml:space="preserve"> </w:t>
      </w:r>
    </w:p>
    <w:p w:rsidR="00C043FB" w:rsidRDefault="00C043FB" w:rsidP="0014785E">
      <w:pPr>
        <w:ind w:firstLine="560"/>
        <w:rPr>
          <w:rFonts w:ascii="仿宋" w:eastAsia="仿宋" w:hAnsi="仿宋"/>
          <w:kern w:val="0"/>
          <w:sz w:val="30"/>
          <w:szCs w:val="30"/>
        </w:rPr>
      </w:pPr>
      <w:r w:rsidRPr="0014785E">
        <w:rPr>
          <w:rFonts w:ascii="仿宋" w:eastAsia="仿宋" w:hAnsi="仿宋" w:hint="eastAsia"/>
          <w:kern w:val="0"/>
          <w:sz w:val="30"/>
          <w:szCs w:val="30"/>
        </w:rPr>
        <w:t>竭诚欢迎“长三角”各高等院校、研究院所的研究生踊跃参与。</w:t>
      </w:r>
    </w:p>
    <w:p w:rsidR="00C043FB" w:rsidRDefault="00C043FB" w:rsidP="0014785E">
      <w:pPr>
        <w:ind w:firstLine="560"/>
        <w:rPr>
          <w:rFonts w:ascii="仿宋" w:eastAsia="仿宋" w:hAnsi="仿宋"/>
          <w:sz w:val="30"/>
          <w:szCs w:val="30"/>
        </w:rPr>
      </w:pPr>
    </w:p>
    <w:p w:rsidR="00C043FB" w:rsidRPr="0014785E" w:rsidRDefault="00C043FB" w:rsidP="0014785E">
      <w:pPr>
        <w:ind w:firstLine="560"/>
        <w:rPr>
          <w:rFonts w:ascii="仿宋" w:eastAsia="仿宋" w:hAnsi="仿宋"/>
          <w:sz w:val="30"/>
          <w:szCs w:val="30"/>
        </w:rPr>
      </w:pPr>
    </w:p>
    <w:p w:rsidR="00C043FB" w:rsidRDefault="00C043FB" w:rsidP="0014785E">
      <w:pPr>
        <w:ind w:firstLine="560"/>
        <w:jc w:val="center"/>
        <w:rPr>
          <w:rFonts w:ascii="仿宋" w:eastAsia="仿宋" w:hAnsi="仿宋"/>
          <w:b/>
          <w:kern w:val="0"/>
          <w:sz w:val="30"/>
          <w:szCs w:val="30"/>
        </w:rPr>
      </w:pPr>
      <w:r w:rsidRPr="0014785E">
        <w:rPr>
          <w:rFonts w:ascii="仿宋" w:eastAsia="仿宋" w:hAnsi="仿宋" w:hint="eastAsia"/>
          <w:b/>
          <w:kern w:val="0"/>
          <w:sz w:val="30"/>
          <w:szCs w:val="30"/>
        </w:rPr>
        <w:t>长三角“</w:t>
      </w:r>
      <w:r>
        <w:rPr>
          <w:rFonts w:ascii="仿宋" w:eastAsia="仿宋" w:hAnsi="仿宋" w:hint="eastAsia"/>
          <w:b/>
          <w:kern w:val="0"/>
          <w:sz w:val="30"/>
          <w:szCs w:val="30"/>
        </w:rPr>
        <w:t>优秀</w:t>
      </w:r>
      <w:r w:rsidRPr="006F591D">
        <w:rPr>
          <w:rFonts w:ascii="仿宋" w:eastAsia="仿宋" w:hAnsi="仿宋" w:hint="eastAsia"/>
          <w:b/>
          <w:kern w:val="0"/>
          <w:sz w:val="30"/>
          <w:szCs w:val="30"/>
        </w:rPr>
        <w:t>传统文化与区域经济社会发展</w:t>
      </w:r>
      <w:r w:rsidRPr="0014785E">
        <w:rPr>
          <w:rFonts w:ascii="仿宋" w:eastAsia="仿宋" w:hAnsi="仿宋" w:hint="eastAsia"/>
          <w:b/>
          <w:kern w:val="0"/>
          <w:sz w:val="30"/>
          <w:szCs w:val="30"/>
        </w:rPr>
        <w:t>”</w:t>
      </w:r>
    </w:p>
    <w:p w:rsidR="00C043FB" w:rsidRPr="0014785E" w:rsidRDefault="00C043FB" w:rsidP="0014785E">
      <w:pPr>
        <w:ind w:firstLine="560"/>
        <w:jc w:val="center"/>
        <w:rPr>
          <w:rFonts w:ascii="仿宋" w:eastAsia="仿宋" w:hAnsi="仿宋"/>
          <w:b/>
          <w:kern w:val="0"/>
          <w:sz w:val="30"/>
          <w:szCs w:val="30"/>
        </w:rPr>
      </w:pPr>
      <w:r w:rsidRPr="0014785E">
        <w:rPr>
          <w:rFonts w:ascii="仿宋" w:eastAsia="仿宋" w:hAnsi="仿宋" w:hint="eastAsia"/>
          <w:b/>
          <w:kern w:val="0"/>
          <w:sz w:val="30"/>
          <w:szCs w:val="30"/>
        </w:rPr>
        <w:t>研究生学术论坛组委会</w:t>
      </w:r>
    </w:p>
    <w:p w:rsidR="00C043FB" w:rsidRDefault="00C043FB" w:rsidP="008E428A">
      <w:pPr>
        <w:ind w:firstLine="560"/>
        <w:jc w:val="center"/>
        <w:rPr>
          <w:rFonts w:ascii="仿宋" w:eastAsia="仿宋" w:hAnsi="仿宋"/>
          <w:b/>
          <w:kern w:val="0"/>
          <w:sz w:val="30"/>
          <w:szCs w:val="3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5"/>
          <w:attr w:name="Year" w:val="2016"/>
        </w:smartTagPr>
        <w:r>
          <w:rPr>
            <w:rFonts w:ascii="仿宋" w:eastAsia="仿宋" w:hAnsi="仿宋"/>
            <w:b/>
            <w:kern w:val="0"/>
            <w:sz w:val="30"/>
            <w:szCs w:val="30"/>
          </w:rPr>
          <w:t>2016</w:t>
        </w:r>
        <w:r>
          <w:rPr>
            <w:rFonts w:ascii="仿宋" w:eastAsia="仿宋" w:hAnsi="仿宋" w:hint="eastAsia"/>
            <w:b/>
            <w:kern w:val="0"/>
            <w:sz w:val="30"/>
            <w:szCs w:val="30"/>
          </w:rPr>
          <w:t>年</w:t>
        </w:r>
        <w:r>
          <w:rPr>
            <w:rFonts w:ascii="仿宋" w:eastAsia="仿宋" w:hAnsi="仿宋"/>
            <w:b/>
            <w:kern w:val="0"/>
            <w:sz w:val="30"/>
            <w:szCs w:val="30"/>
          </w:rPr>
          <w:t>5</w:t>
        </w:r>
        <w:r>
          <w:rPr>
            <w:rFonts w:ascii="仿宋" w:eastAsia="仿宋" w:hAnsi="仿宋" w:hint="eastAsia"/>
            <w:b/>
            <w:kern w:val="0"/>
            <w:sz w:val="30"/>
            <w:szCs w:val="30"/>
          </w:rPr>
          <w:t>月</w:t>
        </w:r>
        <w:r>
          <w:rPr>
            <w:rFonts w:ascii="仿宋" w:eastAsia="仿宋" w:hAnsi="仿宋"/>
            <w:b/>
            <w:kern w:val="0"/>
            <w:sz w:val="30"/>
            <w:szCs w:val="30"/>
          </w:rPr>
          <w:t>27</w:t>
        </w:r>
        <w:r>
          <w:rPr>
            <w:rFonts w:ascii="仿宋" w:eastAsia="仿宋" w:hAnsi="仿宋" w:hint="eastAsia"/>
            <w:b/>
            <w:kern w:val="0"/>
            <w:sz w:val="30"/>
            <w:szCs w:val="30"/>
          </w:rPr>
          <w:t>日</w:t>
        </w:r>
      </w:smartTag>
    </w:p>
    <w:p w:rsidR="00C043FB" w:rsidRDefault="00C043FB" w:rsidP="008E428A">
      <w:pPr>
        <w:ind w:firstLine="560"/>
        <w:jc w:val="center"/>
        <w:rPr>
          <w:rFonts w:ascii="仿宋" w:eastAsia="仿宋" w:hAnsi="仿宋"/>
          <w:b/>
          <w:kern w:val="0"/>
          <w:sz w:val="30"/>
          <w:szCs w:val="30"/>
        </w:rPr>
      </w:pPr>
    </w:p>
    <w:p w:rsidR="00C043FB" w:rsidRDefault="00C043FB" w:rsidP="008E428A">
      <w:pPr>
        <w:ind w:firstLine="560"/>
        <w:jc w:val="center"/>
        <w:rPr>
          <w:rFonts w:ascii="仿宋" w:eastAsia="仿宋" w:hAnsi="仿宋"/>
          <w:b/>
          <w:kern w:val="0"/>
          <w:sz w:val="30"/>
          <w:szCs w:val="30"/>
        </w:rPr>
      </w:pPr>
    </w:p>
    <w:p w:rsidR="00C043FB" w:rsidRDefault="00C043FB" w:rsidP="008E428A">
      <w:pPr>
        <w:ind w:firstLine="560"/>
        <w:jc w:val="center"/>
        <w:rPr>
          <w:rFonts w:ascii="仿宋" w:eastAsia="仿宋" w:hAnsi="仿宋"/>
          <w:b/>
          <w:kern w:val="0"/>
          <w:sz w:val="30"/>
          <w:szCs w:val="30"/>
        </w:rPr>
      </w:pPr>
    </w:p>
    <w:p w:rsidR="00C043FB" w:rsidRDefault="00C043FB" w:rsidP="008E428A">
      <w:pPr>
        <w:ind w:firstLine="560"/>
        <w:jc w:val="center"/>
        <w:rPr>
          <w:kern w:val="28"/>
          <w:sz w:val="28"/>
          <w:szCs w:val="28"/>
        </w:rPr>
      </w:pPr>
    </w:p>
    <w:p w:rsidR="00C043FB" w:rsidRPr="0014785E" w:rsidRDefault="00C043FB" w:rsidP="0014785E">
      <w:pPr>
        <w:rPr>
          <w:kern w:val="28"/>
          <w:sz w:val="28"/>
          <w:szCs w:val="28"/>
        </w:rPr>
      </w:pPr>
      <w:r w:rsidRPr="0014785E">
        <w:rPr>
          <w:rFonts w:hint="eastAsia"/>
          <w:kern w:val="28"/>
          <w:sz w:val="28"/>
          <w:szCs w:val="28"/>
        </w:rPr>
        <w:t>附件</w:t>
      </w:r>
      <w:r w:rsidRPr="0014785E">
        <w:rPr>
          <w:kern w:val="28"/>
          <w:sz w:val="28"/>
          <w:szCs w:val="28"/>
        </w:rPr>
        <w:t>1</w:t>
      </w:r>
      <w:r w:rsidRPr="0014785E">
        <w:rPr>
          <w:rFonts w:hint="eastAsia"/>
          <w:kern w:val="28"/>
          <w:sz w:val="28"/>
          <w:szCs w:val="28"/>
        </w:rPr>
        <w:t>：</w:t>
      </w:r>
    </w:p>
    <w:tbl>
      <w:tblPr>
        <w:tblpPr w:leftFromText="180" w:rightFromText="180" w:vertAnchor="text" w:tblpXSpec="center" w:tblpY="1"/>
        <w:tblOverlap w:val="never"/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107"/>
        <w:gridCol w:w="1789"/>
        <w:gridCol w:w="2482"/>
      </w:tblGrid>
      <w:tr w:rsidR="00C043FB" w:rsidRPr="0014785E" w:rsidTr="00C9346C">
        <w:trPr>
          <w:trHeight w:val="454"/>
        </w:trPr>
        <w:tc>
          <w:tcPr>
            <w:tcW w:w="8754" w:type="dxa"/>
            <w:gridSpan w:val="4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作者信息</w:t>
            </w:r>
          </w:p>
        </w:tc>
      </w:tr>
      <w:tr w:rsidR="00C043FB" w:rsidRPr="0014785E" w:rsidTr="00C9346C">
        <w:trPr>
          <w:trHeight w:val="454"/>
        </w:trPr>
        <w:tc>
          <w:tcPr>
            <w:tcW w:w="2376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姓</w:t>
            </w:r>
            <w:r w:rsidRPr="0014785E">
              <w:rPr>
                <w:kern w:val="28"/>
                <w:sz w:val="28"/>
                <w:szCs w:val="28"/>
              </w:rPr>
              <w:t xml:space="preserve">    </w:t>
            </w:r>
            <w:r w:rsidRPr="0014785E">
              <w:rPr>
                <w:rFonts w:hint="eastAsia"/>
                <w:kern w:val="28"/>
                <w:sz w:val="28"/>
                <w:szCs w:val="28"/>
              </w:rPr>
              <w:t>名</w:t>
            </w:r>
          </w:p>
        </w:tc>
        <w:tc>
          <w:tcPr>
            <w:tcW w:w="2107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学</w:t>
            </w:r>
            <w:r w:rsidRPr="0014785E">
              <w:rPr>
                <w:kern w:val="28"/>
                <w:sz w:val="28"/>
                <w:szCs w:val="28"/>
              </w:rPr>
              <w:t xml:space="preserve">    </w:t>
            </w:r>
            <w:r w:rsidRPr="0014785E">
              <w:rPr>
                <w:rFonts w:hint="eastAsia"/>
                <w:kern w:val="28"/>
                <w:sz w:val="28"/>
                <w:szCs w:val="28"/>
              </w:rPr>
              <w:t>校</w:t>
            </w:r>
          </w:p>
        </w:tc>
        <w:tc>
          <w:tcPr>
            <w:tcW w:w="2482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C9346C">
        <w:trPr>
          <w:trHeight w:val="454"/>
        </w:trPr>
        <w:tc>
          <w:tcPr>
            <w:tcW w:w="2376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所在学院</w:t>
            </w:r>
          </w:p>
        </w:tc>
        <w:tc>
          <w:tcPr>
            <w:tcW w:w="2107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专</w:t>
            </w:r>
            <w:r w:rsidRPr="0014785E">
              <w:rPr>
                <w:kern w:val="28"/>
                <w:sz w:val="28"/>
                <w:szCs w:val="28"/>
              </w:rPr>
              <w:t xml:space="preserve">    </w:t>
            </w:r>
            <w:r w:rsidRPr="0014785E">
              <w:rPr>
                <w:rFonts w:hint="eastAsia"/>
                <w:kern w:val="28"/>
                <w:sz w:val="28"/>
                <w:szCs w:val="28"/>
              </w:rPr>
              <w:t>业</w:t>
            </w:r>
          </w:p>
        </w:tc>
        <w:tc>
          <w:tcPr>
            <w:tcW w:w="2482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C9346C">
        <w:trPr>
          <w:trHeight w:val="454"/>
        </w:trPr>
        <w:tc>
          <w:tcPr>
            <w:tcW w:w="2376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电</w:t>
            </w:r>
            <w:r w:rsidRPr="0014785E">
              <w:rPr>
                <w:kern w:val="28"/>
                <w:sz w:val="28"/>
                <w:szCs w:val="28"/>
              </w:rPr>
              <w:t xml:space="preserve">    </w:t>
            </w:r>
            <w:r w:rsidRPr="0014785E">
              <w:rPr>
                <w:rFonts w:hint="eastAsia"/>
                <w:kern w:val="28"/>
                <w:sz w:val="28"/>
                <w:szCs w:val="28"/>
              </w:rPr>
              <w:t>话</w:t>
            </w:r>
          </w:p>
        </w:tc>
        <w:tc>
          <w:tcPr>
            <w:tcW w:w="2107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kern w:val="28"/>
                <w:sz w:val="28"/>
                <w:szCs w:val="28"/>
              </w:rPr>
              <w:t>E-MAIL</w:t>
            </w:r>
          </w:p>
        </w:tc>
        <w:tc>
          <w:tcPr>
            <w:tcW w:w="2482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C9346C">
        <w:trPr>
          <w:trHeight w:val="454"/>
        </w:trPr>
        <w:tc>
          <w:tcPr>
            <w:tcW w:w="2376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通讯地址、邮编</w:t>
            </w:r>
          </w:p>
        </w:tc>
        <w:tc>
          <w:tcPr>
            <w:tcW w:w="6378" w:type="dxa"/>
            <w:gridSpan w:val="3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C9346C">
        <w:trPr>
          <w:trHeight w:val="454"/>
        </w:trPr>
        <w:tc>
          <w:tcPr>
            <w:tcW w:w="8754" w:type="dxa"/>
            <w:gridSpan w:val="4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论文信息</w:t>
            </w:r>
          </w:p>
        </w:tc>
      </w:tr>
      <w:tr w:rsidR="00C043FB" w:rsidRPr="0014785E" w:rsidTr="00C9346C">
        <w:trPr>
          <w:trHeight w:val="454"/>
        </w:trPr>
        <w:tc>
          <w:tcPr>
            <w:tcW w:w="2376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论文题目</w:t>
            </w:r>
          </w:p>
        </w:tc>
        <w:tc>
          <w:tcPr>
            <w:tcW w:w="6378" w:type="dxa"/>
            <w:gridSpan w:val="3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C9346C">
        <w:trPr>
          <w:trHeight w:val="454"/>
        </w:trPr>
        <w:tc>
          <w:tcPr>
            <w:tcW w:w="2376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论文类别</w:t>
            </w:r>
          </w:p>
        </w:tc>
        <w:tc>
          <w:tcPr>
            <w:tcW w:w="6378" w:type="dxa"/>
            <w:gridSpan w:val="3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C9346C">
        <w:trPr>
          <w:trHeight w:val="1368"/>
        </w:trPr>
        <w:tc>
          <w:tcPr>
            <w:tcW w:w="2376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是否愿意</w:t>
            </w:r>
          </w:p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小组宣讲</w:t>
            </w:r>
          </w:p>
        </w:tc>
        <w:tc>
          <w:tcPr>
            <w:tcW w:w="6378" w:type="dxa"/>
            <w:gridSpan w:val="3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C9346C">
        <w:trPr>
          <w:trHeight w:val="454"/>
        </w:trPr>
        <w:tc>
          <w:tcPr>
            <w:tcW w:w="2376" w:type="dxa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  <w:r w:rsidRPr="0014785E">
              <w:rPr>
                <w:rFonts w:hint="eastAsia"/>
                <w:kern w:val="28"/>
                <w:sz w:val="28"/>
                <w:szCs w:val="28"/>
              </w:rPr>
              <w:t>备注</w:t>
            </w:r>
          </w:p>
        </w:tc>
        <w:tc>
          <w:tcPr>
            <w:tcW w:w="6378" w:type="dxa"/>
            <w:gridSpan w:val="3"/>
            <w:vAlign w:val="center"/>
          </w:tcPr>
          <w:p w:rsidR="00C043FB" w:rsidRPr="0014785E" w:rsidRDefault="00C043FB" w:rsidP="00C9346C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</w:tbl>
    <w:p w:rsidR="00C043FB" w:rsidRDefault="00C043FB" w:rsidP="0014785E"/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>
      <w:pPr>
        <w:rPr>
          <w:kern w:val="28"/>
        </w:rPr>
      </w:pPr>
    </w:p>
    <w:p w:rsidR="00C043FB" w:rsidRDefault="00C043FB" w:rsidP="0014785E"/>
    <w:p w:rsidR="00C043FB" w:rsidRDefault="00C043FB" w:rsidP="0014785E"/>
    <w:p w:rsidR="00C043FB" w:rsidRDefault="00C043FB" w:rsidP="0014785E"/>
    <w:p w:rsidR="00C043FB" w:rsidRDefault="00C043FB" w:rsidP="004727DD">
      <w:pPr>
        <w:jc w:val="center"/>
        <w:rPr>
          <w:kern w:val="0"/>
          <w:sz w:val="28"/>
          <w:szCs w:val="28"/>
        </w:rPr>
      </w:pPr>
      <w:r w:rsidRPr="0014785E">
        <w:rPr>
          <w:kern w:val="0"/>
          <w:sz w:val="28"/>
          <w:szCs w:val="28"/>
        </w:rPr>
        <w:t>2016</w:t>
      </w:r>
      <w:r w:rsidRPr="0014785E">
        <w:rPr>
          <w:rFonts w:hint="eastAsia"/>
          <w:kern w:val="0"/>
          <w:sz w:val="28"/>
          <w:szCs w:val="28"/>
        </w:rPr>
        <w:t>长三角“</w:t>
      </w:r>
      <w:r>
        <w:rPr>
          <w:rFonts w:hint="eastAsia"/>
          <w:kern w:val="0"/>
          <w:sz w:val="28"/>
          <w:szCs w:val="28"/>
        </w:rPr>
        <w:t>优秀</w:t>
      </w:r>
      <w:r w:rsidRPr="00200326">
        <w:rPr>
          <w:rFonts w:hint="eastAsia"/>
          <w:kern w:val="0"/>
          <w:sz w:val="28"/>
          <w:szCs w:val="28"/>
        </w:rPr>
        <w:t>传统文化与区域经济社会发展</w:t>
      </w:r>
      <w:r w:rsidRPr="0014785E">
        <w:rPr>
          <w:rFonts w:hint="eastAsia"/>
          <w:kern w:val="0"/>
          <w:sz w:val="28"/>
          <w:szCs w:val="28"/>
        </w:rPr>
        <w:t>”</w:t>
      </w:r>
    </w:p>
    <w:p w:rsidR="00C043FB" w:rsidRPr="00200326" w:rsidRDefault="00C043FB" w:rsidP="004727DD">
      <w:pPr>
        <w:jc w:val="center"/>
        <w:rPr>
          <w:kern w:val="0"/>
          <w:sz w:val="28"/>
          <w:szCs w:val="28"/>
        </w:rPr>
      </w:pPr>
      <w:r w:rsidRPr="0014785E">
        <w:rPr>
          <w:rFonts w:hint="eastAsia"/>
          <w:kern w:val="0"/>
          <w:sz w:val="28"/>
          <w:szCs w:val="28"/>
        </w:rPr>
        <w:t>研究生学术论坛</w:t>
      </w:r>
      <w:r w:rsidRPr="0014785E">
        <w:rPr>
          <w:rFonts w:ascii="宋体" w:hAnsi="宋体" w:cs="仿宋_GB2312" w:hint="eastAsia"/>
          <w:kern w:val="28"/>
          <w:sz w:val="28"/>
          <w:szCs w:val="28"/>
        </w:rPr>
        <w:t>报名回执</w:t>
      </w: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58"/>
        <w:gridCol w:w="1401"/>
        <w:gridCol w:w="1457"/>
        <w:gridCol w:w="1402"/>
        <w:gridCol w:w="1402"/>
        <w:gridCol w:w="1402"/>
      </w:tblGrid>
      <w:tr w:rsidR="00C043FB" w:rsidRPr="0014785E" w:rsidTr="00772A47">
        <w:trPr>
          <w:jc w:val="center"/>
        </w:trPr>
        <w:tc>
          <w:tcPr>
            <w:tcW w:w="1458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rFonts w:hint="eastAsia"/>
                <w:kern w:val="28"/>
                <w:sz w:val="28"/>
                <w:szCs w:val="28"/>
              </w:rPr>
              <w:t>姓</w:t>
            </w:r>
            <w:r w:rsidRPr="00772A47">
              <w:rPr>
                <w:kern w:val="28"/>
                <w:sz w:val="28"/>
                <w:szCs w:val="28"/>
              </w:rPr>
              <w:t xml:space="preserve">  </w:t>
            </w:r>
            <w:r w:rsidRPr="00772A47">
              <w:rPr>
                <w:rFonts w:hint="eastAsia"/>
                <w:kern w:val="28"/>
                <w:sz w:val="28"/>
                <w:szCs w:val="28"/>
              </w:rPr>
              <w:t>名</w:t>
            </w:r>
          </w:p>
        </w:tc>
        <w:tc>
          <w:tcPr>
            <w:tcW w:w="1401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rFonts w:hint="eastAsia"/>
                <w:kern w:val="28"/>
                <w:sz w:val="28"/>
                <w:szCs w:val="28"/>
              </w:rPr>
              <w:t>性</w:t>
            </w:r>
            <w:r w:rsidRPr="00772A47">
              <w:rPr>
                <w:kern w:val="28"/>
                <w:sz w:val="28"/>
                <w:szCs w:val="28"/>
              </w:rPr>
              <w:t xml:space="preserve"> </w:t>
            </w:r>
            <w:r w:rsidRPr="00772A47">
              <w:rPr>
                <w:rFonts w:hint="eastAsia"/>
                <w:kern w:val="28"/>
                <w:sz w:val="28"/>
                <w:szCs w:val="28"/>
              </w:rPr>
              <w:t>别</w:t>
            </w:r>
          </w:p>
        </w:tc>
        <w:tc>
          <w:tcPr>
            <w:tcW w:w="1402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rFonts w:hint="eastAsia"/>
                <w:kern w:val="28"/>
                <w:sz w:val="28"/>
                <w:szCs w:val="28"/>
              </w:rPr>
              <w:t>出生年月</w:t>
            </w:r>
          </w:p>
        </w:tc>
        <w:tc>
          <w:tcPr>
            <w:tcW w:w="1402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772A47">
        <w:trPr>
          <w:jc w:val="center"/>
        </w:trPr>
        <w:tc>
          <w:tcPr>
            <w:tcW w:w="1458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rFonts w:hint="eastAsia"/>
                <w:kern w:val="28"/>
                <w:sz w:val="28"/>
                <w:szCs w:val="28"/>
              </w:rPr>
              <w:t>所在学校</w:t>
            </w:r>
          </w:p>
        </w:tc>
        <w:tc>
          <w:tcPr>
            <w:tcW w:w="4260" w:type="dxa"/>
            <w:gridSpan w:val="3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1402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rFonts w:hint="eastAsia"/>
                <w:kern w:val="28"/>
                <w:sz w:val="28"/>
                <w:szCs w:val="28"/>
              </w:rPr>
              <w:t>联系电话</w:t>
            </w:r>
          </w:p>
        </w:tc>
        <w:tc>
          <w:tcPr>
            <w:tcW w:w="1402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772A47">
        <w:trPr>
          <w:jc w:val="center"/>
        </w:trPr>
        <w:tc>
          <w:tcPr>
            <w:tcW w:w="1458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rFonts w:hint="eastAsia"/>
                <w:kern w:val="28"/>
                <w:sz w:val="28"/>
                <w:szCs w:val="28"/>
              </w:rPr>
              <w:t>职</w:t>
            </w:r>
            <w:r w:rsidRPr="00772A47">
              <w:rPr>
                <w:kern w:val="28"/>
                <w:sz w:val="28"/>
                <w:szCs w:val="28"/>
              </w:rPr>
              <w:t xml:space="preserve">    </w:t>
            </w:r>
            <w:r w:rsidRPr="00772A47">
              <w:rPr>
                <w:rFonts w:hint="eastAsia"/>
                <w:kern w:val="28"/>
                <w:sz w:val="28"/>
                <w:szCs w:val="28"/>
              </w:rPr>
              <w:t>务</w:t>
            </w:r>
          </w:p>
        </w:tc>
        <w:tc>
          <w:tcPr>
            <w:tcW w:w="4260" w:type="dxa"/>
            <w:gridSpan w:val="3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rFonts w:hint="eastAsia"/>
                <w:kern w:val="28"/>
                <w:sz w:val="28"/>
                <w:szCs w:val="28"/>
              </w:rPr>
              <w:t>□青年教师</w:t>
            </w:r>
            <w:r w:rsidRPr="00772A47">
              <w:rPr>
                <w:kern w:val="28"/>
                <w:sz w:val="28"/>
                <w:szCs w:val="28"/>
              </w:rPr>
              <w:t xml:space="preserve">   </w:t>
            </w:r>
            <w:r w:rsidRPr="00772A47">
              <w:rPr>
                <w:rFonts w:hint="eastAsia"/>
                <w:kern w:val="28"/>
                <w:sz w:val="28"/>
                <w:szCs w:val="28"/>
              </w:rPr>
              <w:t>□博士研究生</w:t>
            </w: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rFonts w:hint="eastAsia"/>
                <w:kern w:val="28"/>
                <w:sz w:val="28"/>
                <w:szCs w:val="28"/>
              </w:rPr>
              <w:t>□硕士研究生</w:t>
            </w:r>
            <w:r w:rsidRPr="00772A47">
              <w:rPr>
                <w:kern w:val="28"/>
                <w:sz w:val="28"/>
                <w:szCs w:val="28"/>
              </w:rPr>
              <w:t xml:space="preserve">   </w:t>
            </w:r>
            <w:r w:rsidRPr="00772A47">
              <w:rPr>
                <w:rFonts w:hint="eastAsia"/>
                <w:kern w:val="28"/>
                <w:sz w:val="28"/>
                <w:szCs w:val="28"/>
              </w:rPr>
              <w:t>□其他</w:t>
            </w:r>
          </w:p>
        </w:tc>
        <w:tc>
          <w:tcPr>
            <w:tcW w:w="1402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kern w:val="28"/>
                <w:sz w:val="28"/>
                <w:szCs w:val="28"/>
              </w:rPr>
              <w:t>E-MAIL</w:t>
            </w:r>
          </w:p>
        </w:tc>
        <w:tc>
          <w:tcPr>
            <w:tcW w:w="1402" w:type="dxa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C043FB" w:rsidRPr="0014785E" w:rsidTr="00772A47">
        <w:trPr>
          <w:trHeight w:val="6653"/>
          <w:jc w:val="center"/>
        </w:trPr>
        <w:tc>
          <w:tcPr>
            <w:tcW w:w="8522" w:type="dxa"/>
            <w:gridSpan w:val="6"/>
            <w:vAlign w:val="center"/>
          </w:tcPr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  <w:r w:rsidRPr="00772A47">
              <w:rPr>
                <w:rFonts w:hint="eastAsia"/>
                <w:kern w:val="28"/>
                <w:sz w:val="28"/>
                <w:szCs w:val="28"/>
              </w:rPr>
              <w:t>个人简介（</w:t>
            </w:r>
            <w:r w:rsidRPr="00772A47">
              <w:rPr>
                <w:kern w:val="28"/>
                <w:sz w:val="28"/>
                <w:szCs w:val="28"/>
              </w:rPr>
              <w:t>200</w:t>
            </w:r>
            <w:r w:rsidRPr="00772A47">
              <w:rPr>
                <w:rFonts w:hint="eastAsia"/>
                <w:kern w:val="28"/>
                <w:sz w:val="28"/>
                <w:szCs w:val="28"/>
              </w:rPr>
              <w:t>字以内）</w:t>
            </w: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72A47">
            <w:pPr>
              <w:jc w:val="center"/>
              <w:rPr>
                <w:kern w:val="28"/>
                <w:sz w:val="28"/>
                <w:szCs w:val="28"/>
              </w:rPr>
            </w:pPr>
          </w:p>
          <w:p w:rsidR="00C043FB" w:rsidRDefault="00C043FB" w:rsidP="007A0ACB">
            <w:pPr>
              <w:rPr>
                <w:kern w:val="28"/>
                <w:sz w:val="28"/>
                <w:szCs w:val="28"/>
              </w:rPr>
            </w:pPr>
          </w:p>
          <w:p w:rsidR="00C043FB" w:rsidRDefault="00C043FB" w:rsidP="007A0ACB">
            <w:pPr>
              <w:rPr>
                <w:kern w:val="28"/>
                <w:sz w:val="28"/>
                <w:szCs w:val="28"/>
              </w:rPr>
            </w:pPr>
          </w:p>
          <w:p w:rsidR="00C043FB" w:rsidRDefault="00C043FB" w:rsidP="007A0ACB">
            <w:pPr>
              <w:rPr>
                <w:kern w:val="28"/>
                <w:sz w:val="28"/>
                <w:szCs w:val="28"/>
              </w:rPr>
            </w:pPr>
          </w:p>
          <w:p w:rsidR="00C043FB" w:rsidRDefault="00C043FB" w:rsidP="007A0ACB">
            <w:pPr>
              <w:rPr>
                <w:kern w:val="28"/>
                <w:sz w:val="28"/>
                <w:szCs w:val="28"/>
              </w:rPr>
            </w:pPr>
          </w:p>
          <w:p w:rsidR="00C043FB" w:rsidRPr="00772A47" w:rsidRDefault="00C043FB" w:rsidP="007A0ACB">
            <w:pPr>
              <w:rPr>
                <w:kern w:val="28"/>
                <w:sz w:val="28"/>
                <w:szCs w:val="28"/>
              </w:rPr>
            </w:pPr>
          </w:p>
        </w:tc>
      </w:tr>
    </w:tbl>
    <w:p w:rsidR="00C043FB" w:rsidRPr="0014785E" w:rsidRDefault="00C043FB" w:rsidP="0014785E">
      <w:pPr>
        <w:rPr>
          <w:kern w:val="28"/>
          <w:sz w:val="28"/>
          <w:szCs w:val="28"/>
        </w:rPr>
      </w:pPr>
      <w:r w:rsidRPr="0014785E">
        <w:rPr>
          <w:rFonts w:hint="eastAsia"/>
          <w:kern w:val="28"/>
          <w:sz w:val="28"/>
          <w:szCs w:val="28"/>
        </w:rPr>
        <w:t>附件</w:t>
      </w:r>
      <w:r w:rsidRPr="0014785E">
        <w:rPr>
          <w:kern w:val="28"/>
          <w:sz w:val="28"/>
          <w:szCs w:val="28"/>
        </w:rPr>
        <w:t>2</w:t>
      </w:r>
      <w:r w:rsidRPr="0014785E">
        <w:rPr>
          <w:rFonts w:hint="eastAsia"/>
          <w:kern w:val="28"/>
          <w:sz w:val="28"/>
          <w:szCs w:val="28"/>
        </w:rPr>
        <w:t>：</w:t>
      </w:r>
    </w:p>
    <w:p w:rsidR="00C043FB" w:rsidRDefault="00C043FB" w:rsidP="0014785E">
      <w:pPr>
        <w:rPr>
          <w:kern w:val="28"/>
        </w:rPr>
      </w:pPr>
    </w:p>
    <w:p w:rsidR="00C043FB" w:rsidRPr="0014785E" w:rsidRDefault="00C043FB" w:rsidP="0014785E">
      <w:pPr>
        <w:spacing w:line="360" w:lineRule="auto"/>
        <w:ind w:firstLine="560"/>
        <w:rPr>
          <w:sz w:val="28"/>
          <w:szCs w:val="28"/>
        </w:rPr>
      </w:pPr>
      <w:r w:rsidRPr="0014785E">
        <w:rPr>
          <w:rFonts w:hint="eastAsia"/>
          <w:kern w:val="0"/>
          <w:sz w:val="28"/>
          <w:szCs w:val="28"/>
        </w:rPr>
        <w:t>投稿论文必须是</w:t>
      </w:r>
      <w:r w:rsidRPr="0014785E">
        <w:rPr>
          <w:kern w:val="0"/>
          <w:sz w:val="28"/>
          <w:szCs w:val="28"/>
        </w:rPr>
        <w:t>word</w:t>
      </w:r>
      <w:r w:rsidRPr="0014785E">
        <w:rPr>
          <w:rFonts w:hint="eastAsia"/>
          <w:kern w:val="0"/>
          <w:sz w:val="28"/>
          <w:szCs w:val="28"/>
        </w:rPr>
        <w:t>格式。</w:t>
      </w:r>
      <w:r w:rsidRPr="0014785E">
        <w:rPr>
          <w:kern w:val="0"/>
          <w:sz w:val="28"/>
          <w:szCs w:val="28"/>
        </w:rPr>
        <w:t xml:space="preserve"> </w:t>
      </w:r>
    </w:p>
    <w:p w:rsidR="00C043FB" w:rsidRPr="0014785E" w:rsidRDefault="00C043FB" w:rsidP="0014785E">
      <w:pPr>
        <w:spacing w:line="360" w:lineRule="auto"/>
        <w:ind w:firstLine="560"/>
        <w:rPr>
          <w:rFonts w:ascii="黑体" w:eastAsia="黑体" w:hAnsi="黑体"/>
          <w:sz w:val="28"/>
          <w:szCs w:val="28"/>
        </w:rPr>
      </w:pPr>
      <w:r w:rsidRPr="0014785E">
        <w:rPr>
          <w:rFonts w:ascii="黑体" w:eastAsia="黑体" w:hAnsi="黑体" w:hint="eastAsia"/>
          <w:kern w:val="0"/>
          <w:sz w:val="28"/>
          <w:szCs w:val="28"/>
        </w:rPr>
        <w:t>四号黑体：</w:t>
      </w:r>
      <w:r w:rsidRPr="0014785E">
        <w:rPr>
          <w:rFonts w:ascii="黑体" w:eastAsia="黑体" w:hAnsi="黑体" w:cs="黑体" w:hint="eastAsia"/>
          <w:kern w:val="0"/>
          <w:sz w:val="28"/>
          <w:szCs w:val="28"/>
        </w:rPr>
        <w:t>标题</w:t>
      </w:r>
    </w:p>
    <w:p w:rsidR="00C043FB" w:rsidRPr="0014785E" w:rsidRDefault="00C043FB" w:rsidP="0014785E">
      <w:pPr>
        <w:spacing w:line="360" w:lineRule="auto"/>
        <w:ind w:firstLine="560"/>
        <w:rPr>
          <w:sz w:val="24"/>
        </w:rPr>
      </w:pPr>
      <w:r w:rsidRPr="0014785E">
        <w:rPr>
          <w:rFonts w:hint="eastAsia"/>
          <w:kern w:val="0"/>
          <w:sz w:val="24"/>
        </w:rPr>
        <w:t>小四宋体：姓名</w:t>
      </w:r>
    </w:p>
    <w:p w:rsidR="00C043FB" w:rsidRPr="0014785E" w:rsidRDefault="00C043FB" w:rsidP="0014785E">
      <w:pPr>
        <w:spacing w:line="360" w:lineRule="auto"/>
        <w:ind w:firstLine="480"/>
        <w:rPr>
          <w:rFonts w:ascii="宋体"/>
          <w:szCs w:val="21"/>
        </w:rPr>
      </w:pPr>
      <w:r w:rsidRPr="0014785E">
        <w:rPr>
          <w:rFonts w:ascii="宋体" w:hAnsi="宋体" w:hint="eastAsia"/>
          <w:kern w:val="0"/>
          <w:szCs w:val="21"/>
        </w:rPr>
        <w:t>五号宋体：（例如：</w:t>
      </w:r>
      <w:r>
        <w:rPr>
          <w:rFonts w:ascii="宋体" w:hAnsi="宋体" w:hint="eastAsia"/>
          <w:kern w:val="0"/>
          <w:szCs w:val="21"/>
        </w:rPr>
        <w:t>安庆师范大学</w:t>
      </w:r>
      <w:r w:rsidRPr="0014785E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>文学院</w:t>
      </w:r>
      <w:r w:rsidRPr="0014785E">
        <w:rPr>
          <w:rFonts w:ascii="宋体" w:hAnsi="宋体" w:hint="eastAsia"/>
          <w:kern w:val="0"/>
          <w:szCs w:val="21"/>
        </w:rPr>
        <w:t>，安徽</w:t>
      </w:r>
      <w:r w:rsidRPr="0014785E"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>安庆</w:t>
      </w:r>
      <w:r w:rsidRPr="0014785E">
        <w:rPr>
          <w:rFonts w:ascii="宋体" w:hAnsi="宋体" w:hint="eastAsia"/>
          <w:kern w:val="0"/>
          <w:szCs w:val="21"/>
        </w:rPr>
        <w:t>，</w:t>
      </w:r>
      <w:r w:rsidRPr="0014785E">
        <w:rPr>
          <w:rFonts w:ascii="宋体" w:hAnsi="宋体"/>
          <w:kern w:val="0"/>
          <w:szCs w:val="21"/>
        </w:rPr>
        <w:t>24</w:t>
      </w:r>
      <w:r>
        <w:rPr>
          <w:rFonts w:ascii="宋体" w:hAnsi="宋体"/>
          <w:kern w:val="0"/>
          <w:szCs w:val="21"/>
        </w:rPr>
        <w:t>6133</w:t>
      </w:r>
      <w:r w:rsidRPr="0014785E">
        <w:rPr>
          <w:rFonts w:ascii="宋体" w:hAnsi="宋体" w:hint="eastAsia"/>
          <w:kern w:val="0"/>
          <w:szCs w:val="21"/>
        </w:rPr>
        <w:t>）</w:t>
      </w:r>
      <w:r w:rsidRPr="0014785E">
        <w:rPr>
          <w:rFonts w:ascii="宋体" w:hAnsi="宋体"/>
          <w:kern w:val="0"/>
          <w:szCs w:val="21"/>
        </w:rPr>
        <w:t xml:space="preserve"> </w:t>
      </w:r>
      <w:r w:rsidRPr="0014785E">
        <w:rPr>
          <w:rFonts w:ascii="宋体" w:hAnsi="宋体"/>
          <w:kern w:val="0"/>
          <w:szCs w:val="21"/>
        </w:rPr>
        <w:br/>
      </w:r>
    </w:p>
    <w:p w:rsidR="00C043FB" w:rsidRPr="0014785E" w:rsidRDefault="00C043FB" w:rsidP="0014785E">
      <w:pPr>
        <w:spacing w:line="360" w:lineRule="auto"/>
        <w:ind w:firstLine="480"/>
        <w:rPr>
          <w:rFonts w:ascii="楷体" w:eastAsia="楷体" w:hAnsi="楷体" w:cs="宋体"/>
          <w:szCs w:val="21"/>
        </w:rPr>
      </w:pPr>
      <w:r w:rsidRPr="0014785E">
        <w:rPr>
          <w:rFonts w:ascii="楷体" w:eastAsia="楷体" w:hAnsi="楷体" w:cs="宋体" w:hint="eastAsia"/>
          <w:kern w:val="0"/>
          <w:szCs w:val="21"/>
        </w:rPr>
        <w:t>五号楷体：</w:t>
      </w:r>
      <w:r w:rsidRPr="0014785E">
        <w:rPr>
          <w:rFonts w:ascii="楷体" w:eastAsia="楷体" w:hAnsi="楷体" w:hint="eastAsia"/>
          <w:kern w:val="0"/>
          <w:szCs w:val="21"/>
        </w:rPr>
        <w:t>摘要××××××××××××××××××××××××××××××××××××××××××××××××××××××××××××××××××××××</w:t>
      </w:r>
      <w:r w:rsidRPr="0014785E">
        <w:rPr>
          <w:rFonts w:ascii="楷体" w:eastAsia="楷体" w:hAnsi="楷体" w:cs="宋体" w:hint="eastAsia"/>
          <w:kern w:val="0"/>
          <w:szCs w:val="21"/>
        </w:rPr>
        <w:t>。</w:t>
      </w:r>
      <w:r w:rsidRPr="0014785E">
        <w:rPr>
          <w:rFonts w:ascii="楷体" w:eastAsia="楷体" w:hAnsi="楷体" w:cs="宋体"/>
          <w:kern w:val="0"/>
          <w:szCs w:val="21"/>
        </w:rPr>
        <w:t xml:space="preserve"> </w:t>
      </w:r>
      <w:r w:rsidRPr="0014785E">
        <w:rPr>
          <w:rFonts w:ascii="楷体" w:eastAsia="楷体" w:hAnsi="楷体" w:cs="宋体"/>
          <w:kern w:val="0"/>
          <w:szCs w:val="21"/>
        </w:rPr>
        <w:br/>
      </w:r>
      <w:r w:rsidRPr="0014785E">
        <w:rPr>
          <w:rFonts w:ascii="楷体" w:eastAsia="楷体" w:hAnsi="楷体" w:cs="宋体" w:hint="eastAsia"/>
          <w:kern w:val="0"/>
          <w:szCs w:val="21"/>
        </w:rPr>
        <w:t>五号楷体：</w:t>
      </w:r>
      <w:r w:rsidRPr="0014785E">
        <w:rPr>
          <w:rFonts w:ascii="楷体" w:eastAsia="楷体" w:hAnsi="楷体" w:hint="eastAsia"/>
          <w:kern w:val="0"/>
          <w:szCs w:val="21"/>
        </w:rPr>
        <w:t>关键词：××；××；××</w:t>
      </w:r>
      <w:r w:rsidRPr="0014785E">
        <w:rPr>
          <w:rFonts w:eastAsia="楷体"/>
          <w:kern w:val="0"/>
          <w:szCs w:val="21"/>
        </w:rPr>
        <w:t> </w:t>
      </w:r>
      <w:r w:rsidRPr="0014785E">
        <w:rPr>
          <w:rFonts w:ascii="宋体" w:eastAsia="楷体" w:hAnsi="宋体" w:cs="宋体"/>
          <w:kern w:val="0"/>
          <w:szCs w:val="21"/>
        </w:rPr>
        <w:t> </w:t>
      </w:r>
      <w:r w:rsidRPr="0014785E">
        <w:rPr>
          <w:rFonts w:ascii="楷体" w:eastAsia="楷体" w:hAnsi="楷体" w:cs="宋体"/>
          <w:kern w:val="0"/>
          <w:szCs w:val="21"/>
        </w:rPr>
        <w:t xml:space="preserve"> </w:t>
      </w:r>
      <w:r w:rsidRPr="0014785E">
        <w:rPr>
          <w:rFonts w:ascii="楷体" w:eastAsia="楷体" w:hAnsi="楷体" w:cs="宋体"/>
          <w:kern w:val="0"/>
          <w:szCs w:val="21"/>
        </w:rPr>
        <w:br/>
      </w:r>
    </w:p>
    <w:p w:rsidR="00C043FB" w:rsidRDefault="00C043FB" w:rsidP="0014785E">
      <w:pPr>
        <w:spacing w:line="360" w:lineRule="auto"/>
        <w:ind w:firstLine="560"/>
      </w:pPr>
      <w:r>
        <w:rPr>
          <w:rFonts w:hint="eastAsia"/>
          <w:kern w:val="0"/>
        </w:rPr>
        <w:t>五号：正文，行距</w:t>
      </w:r>
      <w:r>
        <w:rPr>
          <w:kern w:val="0"/>
        </w:rPr>
        <w:t>1.5</w:t>
      </w:r>
      <w:r>
        <w:rPr>
          <w:rFonts w:hint="eastAsia"/>
          <w:kern w:val="0"/>
        </w:rPr>
        <w:t>倍；</w:t>
      </w:r>
    </w:p>
    <w:p w:rsidR="00C043FB" w:rsidRPr="0014785E" w:rsidRDefault="00C043FB" w:rsidP="0014785E">
      <w:pPr>
        <w:spacing w:line="360" w:lineRule="auto"/>
        <w:ind w:firstLine="560"/>
        <w:jc w:val="left"/>
        <w:rPr>
          <w:sz w:val="18"/>
          <w:szCs w:val="18"/>
        </w:rPr>
      </w:pPr>
      <w:r w:rsidRPr="0014785E">
        <w:rPr>
          <w:rFonts w:hint="eastAsia"/>
          <w:kern w:val="0"/>
          <w:sz w:val="18"/>
          <w:szCs w:val="18"/>
        </w:rPr>
        <w:t>小五宋体：参考文献</w:t>
      </w:r>
      <w:r w:rsidRPr="0014785E">
        <w:rPr>
          <w:kern w:val="0"/>
          <w:sz w:val="18"/>
          <w:szCs w:val="18"/>
        </w:rPr>
        <w:br/>
      </w:r>
    </w:p>
    <w:p w:rsidR="00C043FB" w:rsidRDefault="00C043FB" w:rsidP="0014785E">
      <w:pPr>
        <w:spacing w:line="360" w:lineRule="auto"/>
        <w:ind w:firstLine="560"/>
      </w:pPr>
      <w:r>
        <w:rPr>
          <w:rFonts w:hint="eastAsia"/>
          <w:kern w:val="0"/>
        </w:rPr>
        <w:t>五号：</w:t>
      </w:r>
      <w:r>
        <w:rPr>
          <w:rFonts w:hint="eastAsia"/>
          <w:kern w:val="0"/>
          <w:szCs w:val="21"/>
        </w:rPr>
        <w:t>英文摘要</w:t>
      </w:r>
    </w:p>
    <w:sectPr w:rsidR="00C043FB" w:rsidSect="0014785E">
      <w:pgSz w:w="11906" w:h="16838"/>
      <w:pgMar w:top="1440" w:right="1558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3FB" w:rsidRDefault="00C043FB" w:rsidP="00E95FD9">
      <w:r>
        <w:separator/>
      </w:r>
    </w:p>
  </w:endnote>
  <w:endnote w:type="continuationSeparator" w:id="0">
    <w:p w:rsidR="00C043FB" w:rsidRDefault="00C043FB" w:rsidP="00E95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PNFFU+oúì?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3FB" w:rsidRDefault="00C043FB" w:rsidP="00E95FD9">
      <w:r>
        <w:separator/>
      </w:r>
    </w:p>
  </w:footnote>
  <w:footnote w:type="continuationSeparator" w:id="0">
    <w:p w:rsidR="00C043FB" w:rsidRDefault="00C043FB" w:rsidP="00E95F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DF3"/>
    <w:rsid w:val="000013B6"/>
    <w:rsid w:val="000016BA"/>
    <w:rsid w:val="0002780D"/>
    <w:rsid w:val="00036D9E"/>
    <w:rsid w:val="00036FB0"/>
    <w:rsid w:val="00044BF7"/>
    <w:rsid w:val="00046166"/>
    <w:rsid w:val="0005443C"/>
    <w:rsid w:val="00062233"/>
    <w:rsid w:val="00062784"/>
    <w:rsid w:val="00064282"/>
    <w:rsid w:val="000717CA"/>
    <w:rsid w:val="000719EA"/>
    <w:rsid w:val="000727F3"/>
    <w:rsid w:val="00075210"/>
    <w:rsid w:val="00076C05"/>
    <w:rsid w:val="0008169B"/>
    <w:rsid w:val="000A1C86"/>
    <w:rsid w:val="000A3F9C"/>
    <w:rsid w:val="000A7004"/>
    <w:rsid w:val="000A7D9D"/>
    <w:rsid w:val="000B2EEF"/>
    <w:rsid w:val="000B7A1A"/>
    <w:rsid w:val="000C48DE"/>
    <w:rsid w:val="000C5B62"/>
    <w:rsid w:val="000C6156"/>
    <w:rsid w:val="000D0F6C"/>
    <w:rsid w:val="000D12F9"/>
    <w:rsid w:val="000D207D"/>
    <w:rsid w:val="000D22EE"/>
    <w:rsid w:val="000F2885"/>
    <w:rsid w:val="00107FD2"/>
    <w:rsid w:val="00111C94"/>
    <w:rsid w:val="00112339"/>
    <w:rsid w:val="00120A23"/>
    <w:rsid w:val="001254B3"/>
    <w:rsid w:val="0013060A"/>
    <w:rsid w:val="00132BFC"/>
    <w:rsid w:val="001436A5"/>
    <w:rsid w:val="00145882"/>
    <w:rsid w:val="001466CB"/>
    <w:rsid w:val="0014785E"/>
    <w:rsid w:val="00151FB6"/>
    <w:rsid w:val="00164725"/>
    <w:rsid w:val="00172FBB"/>
    <w:rsid w:val="00177901"/>
    <w:rsid w:val="00180083"/>
    <w:rsid w:val="001806F1"/>
    <w:rsid w:val="001835BF"/>
    <w:rsid w:val="00183BA3"/>
    <w:rsid w:val="001963E0"/>
    <w:rsid w:val="00197E02"/>
    <w:rsid w:val="001A7EBE"/>
    <w:rsid w:val="001B2EFC"/>
    <w:rsid w:val="001B4F6A"/>
    <w:rsid w:val="001B6AE6"/>
    <w:rsid w:val="001C297C"/>
    <w:rsid w:val="001D2FEE"/>
    <w:rsid w:val="001F1B30"/>
    <w:rsid w:val="001F2C03"/>
    <w:rsid w:val="001F539F"/>
    <w:rsid w:val="00200326"/>
    <w:rsid w:val="002007A8"/>
    <w:rsid w:val="002024E1"/>
    <w:rsid w:val="00202E97"/>
    <w:rsid w:val="002127EA"/>
    <w:rsid w:val="00217423"/>
    <w:rsid w:val="00227620"/>
    <w:rsid w:val="00234E34"/>
    <w:rsid w:val="00237A5F"/>
    <w:rsid w:val="00242D55"/>
    <w:rsid w:val="00243B58"/>
    <w:rsid w:val="0026130A"/>
    <w:rsid w:val="00262B58"/>
    <w:rsid w:val="00263AC0"/>
    <w:rsid w:val="002657A1"/>
    <w:rsid w:val="00275C32"/>
    <w:rsid w:val="00284927"/>
    <w:rsid w:val="00292DAD"/>
    <w:rsid w:val="00295548"/>
    <w:rsid w:val="002A411C"/>
    <w:rsid w:val="002B2176"/>
    <w:rsid w:val="002C4985"/>
    <w:rsid w:val="002D7A8C"/>
    <w:rsid w:val="002E2BC3"/>
    <w:rsid w:val="002E3BD0"/>
    <w:rsid w:val="00327F1D"/>
    <w:rsid w:val="003314B7"/>
    <w:rsid w:val="00335780"/>
    <w:rsid w:val="003456FE"/>
    <w:rsid w:val="00354AB4"/>
    <w:rsid w:val="0036362B"/>
    <w:rsid w:val="00370D4D"/>
    <w:rsid w:val="00370DC8"/>
    <w:rsid w:val="00375368"/>
    <w:rsid w:val="003801C4"/>
    <w:rsid w:val="00392FCE"/>
    <w:rsid w:val="003B0BCC"/>
    <w:rsid w:val="003B7932"/>
    <w:rsid w:val="003C6465"/>
    <w:rsid w:val="003C6D8E"/>
    <w:rsid w:val="003C6DA2"/>
    <w:rsid w:val="003D3DF3"/>
    <w:rsid w:val="003E239C"/>
    <w:rsid w:val="003E4FEB"/>
    <w:rsid w:val="003F0767"/>
    <w:rsid w:val="003F0B80"/>
    <w:rsid w:val="003F1412"/>
    <w:rsid w:val="003F1D01"/>
    <w:rsid w:val="00400614"/>
    <w:rsid w:val="00424C67"/>
    <w:rsid w:val="004263D1"/>
    <w:rsid w:val="00434C75"/>
    <w:rsid w:val="004375C4"/>
    <w:rsid w:val="00440142"/>
    <w:rsid w:val="00441203"/>
    <w:rsid w:val="0045625D"/>
    <w:rsid w:val="00464841"/>
    <w:rsid w:val="0046761E"/>
    <w:rsid w:val="004727DD"/>
    <w:rsid w:val="004809E0"/>
    <w:rsid w:val="004815B4"/>
    <w:rsid w:val="004878E7"/>
    <w:rsid w:val="00490FD6"/>
    <w:rsid w:val="00492CAB"/>
    <w:rsid w:val="00494446"/>
    <w:rsid w:val="004A6153"/>
    <w:rsid w:val="004B1910"/>
    <w:rsid w:val="004B595A"/>
    <w:rsid w:val="004B7D8C"/>
    <w:rsid w:val="004C032B"/>
    <w:rsid w:val="004C05DB"/>
    <w:rsid w:val="004C436C"/>
    <w:rsid w:val="004C4E8C"/>
    <w:rsid w:val="004D0761"/>
    <w:rsid w:val="00500A28"/>
    <w:rsid w:val="005055FC"/>
    <w:rsid w:val="00531D11"/>
    <w:rsid w:val="005352A2"/>
    <w:rsid w:val="005361D2"/>
    <w:rsid w:val="00537968"/>
    <w:rsid w:val="00541359"/>
    <w:rsid w:val="00541854"/>
    <w:rsid w:val="0054240D"/>
    <w:rsid w:val="0054314F"/>
    <w:rsid w:val="005528FA"/>
    <w:rsid w:val="00556E44"/>
    <w:rsid w:val="005600FC"/>
    <w:rsid w:val="00577616"/>
    <w:rsid w:val="00582D8D"/>
    <w:rsid w:val="00584010"/>
    <w:rsid w:val="00590A5B"/>
    <w:rsid w:val="005A48AA"/>
    <w:rsid w:val="005A5BEB"/>
    <w:rsid w:val="005A7F33"/>
    <w:rsid w:val="005B5CFA"/>
    <w:rsid w:val="005B7F1B"/>
    <w:rsid w:val="005C3346"/>
    <w:rsid w:val="005C3B08"/>
    <w:rsid w:val="005D263A"/>
    <w:rsid w:val="005D4085"/>
    <w:rsid w:val="005E5CE6"/>
    <w:rsid w:val="005F1A2E"/>
    <w:rsid w:val="005F3864"/>
    <w:rsid w:val="006000A8"/>
    <w:rsid w:val="006035AB"/>
    <w:rsid w:val="00604CDF"/>
    <w:rsid w:val="00606D62"/>
    <w:rsid w:val="0061189A"/>
    <w:rsid w:val="006161F5"/>
    <w:rsid w:val="00624ED3"/>
    <w:rsid w:val="0062737B"/>
    <w:rsid w:val="00632987"/>
    <w:rsid w:val="00636BFA"/>
    <w:rsid w:val="00637BFD"/>
    <w:rsid w:val="00656EC2"/>
    <w:rsid w:val="00670F69"/>
    <w:rsid w:val="00672C2D"/>
    <w:rsid w:val="00697425"/>
    <w:rsid w:val="006A4873"/>
    <w:rsid w:val="006A6048"/>
    <w:rsid w:val="006A72F6"/>
    <w:rsid w:val="006C021A"/>
    <w:rsid w:val="006C5D5D"/>
    <w:rsid w:val="006D475B"/>
    <w:rsid w:val="006D58F6"/>
    <w:rsid w:val="006D7F68"/>
    <w:rsid w:val="006E5913"/>
    <w:rsid w:val="006F591D"/>
    <w:rsid w:val="0070257C"/>
    <w:rsid w:val="00726AA1"/>
    <w:rsid w:val="00732D11"/>
    <w:rsid w:val="0073401D"/>
    <w:rsid w:val="00734555"/>
    <w:rsid w:val="00734FE4"/>
    <w:rsid w:val="00746F93"/>
    <w:rsid w:val="00751647"/>
    <w:rsid w:val="007525A1"/>
    <w:rsid w:val="0076124D"/>
    <w:rsid w:val="007649AE"/>
    <w:rsid w:val="007658AA"/>
    <w:rsid w:val="00772A47"/>
    <w:rsid w:val="00773FED"/>
    <w:rsid w:val="00774D3C"/>
    <w:rsid w:val="00783AAA"/>
    <w:rsid w:val="0078447E"/>
    <w:rsid w:val="007A0ACB"/>
    <w:rsid w:val="007A57AD"/>
    <w:rsid w:val="007A5EA1"/>
    <w:rsid w:val="007B0E31"/>
    <w:rsid w:val="007B26B1"/>
    <w:rsid w:val="007B5289"/>
    <w:rsid w:val="007B622D"/>
    <w:rsid w:val="007C5973"/>
    <w:rsid w:val="007E2F41"/>
    <w:rsid w:val="007E3138"/>
    <w:rsid w:val="007E5601"/>
    <w:rsid w:val="007F35E6"/>
    <w:rsid w:val="007F7D82"/>
    <w:rsid w:val="0080513F"/>
    <w:rsid w:val="008056AE"/>
    <w:rsid w:val="00806E56"/>
    <w:rsid w:val="008170DE"/>
    <w:rsid w:val="00821949"/>
    <w:rsid w:val="00822003"/>
    <w:rsid w:val="008313FC"/>
    <w:rsid w:val="00841B55"/>
    <w:rsid w:val="008476DA"/>
    <w:rsid w:val="00847F4E"/>
    <w:rsid w:val="00857CFE"/>
    <w:rsid w:val="00857DC1"/>
    <w:rsid w:val="008659B8"/>
    <w:rsid w:val="008749EB"/>
    <w:rsid w:val="00877D14"/>
    <w:rsid w:val="00893EFD"/>
    <w:rsid w:val="008A2A5E"/>
    <w:rsid w:val="008A5FDC"/>
    <w:rsid w:val="008B3F5B"/>
    <w:rsid w:val="008B6CA4"/>
    <w:rsid w:val="008B7BC4"/>
    <w:rsid w:val="008C6E76"/>
    <w:rsid w:val="008D13CE"/>
    <w:rsid w:val="008E428A"/>
    <w:rsid w:val="008F2FF4"/>
    <w:rsid w:val="00907AC7"/>
    <w:rsid w:val="00907E29"/>
    <w:rsid w:val="009140E3"/>
    <w:rsid w:val="00915E2C"/>
    <w:rsid w:val="00936E74"/>
    <w:rsid w:val="009376DA"/>
    <w:rsid w:val="00940C58"/>
    <w:rsid w:val="00945DB9"/>
    <w:rsid w:val="00946331"/>
    <w:rsid w:val="009476BF"/>
    <w:rsid w:val="00955EC7"/>
    <w:rsid w:val="009572FB"/>
    <w:rsid w:val="00961978"/>
    <w:rsid w:val="00966FAB"/>
    <w:rsid w:val="009672DD"/>
    <w:rsid w:val="00967E03"/>
    <w:rsid w:val="0098162F"/>
    <w:rsid w:val="009925C3"/>
    <w:rsid w:val="00995B32"/>
    <w:rsid w:val="009A22F6"/>
    <w:rsid w:val="009B6471"/>
    <w:rsid w:val="009C1AAC"/>
    <w:rsid w:val="009C4C09"/>
    <w:rsid w:val="009D064A"/>
    <w:rsid w:val="009D271B"/>
    <w:rsid w:val="009D2C98"/>
    <w:rsid w:val="009D3C6D"/>
    <w:rsid w:val="009D6F9A"/>
    <w:rsid w:val="009E219C"/>
    <w:rsid w:val="009F05F7"/>
    <w:rsid w:val="00A03FAB"/>
    <w:rsid w:val="00A40D23"/>
    <w:rsid w:val="00A55AC3"/>
    <w:rsid w:val="00A65A48"/>
    <w:rsid w:val="00A918D3"/>
    <w:rsid w:val="00A94BB2"/>
    <w:rsid w:val="00A96343"/>
    <w:rsid w:val="00AA1AE8"/>
    <w:rsid w:val="00AB787F"/>
    <w:rsid w:val="00AC1245"/>
    <w:rsid w:val="00AC2B8E"/>
    <w:rsid w:val="00AD0CF7"/>
    <w:rsid w:val="00AD0E1A"/>
    <w:rsid w:val="00AE4F17"/>
    <w:rsid w:val="00B03BFC"/>
    <w:rsid w:val="00B13EDF"/>
    <w:rsid w:val="00B16CCF"/>
    <w:rsid w:val="00B20F1D"/>
    <w:rsid w:val="00B21DD2"/>
    <w:rsid w:val="00B35E97"/>
    <w:rsid w:val="00B37F87"/>
    <w:rsid w:val="00B4785E"/>
    <w:rsid w:val="00B512C8"/>
    <w:rsid w:val="00B546BC"/>
    <w:rsid w:val="00B54B06"/>
    <w:rsid w:val="00B5552B"/>
    <w:rsid w:val="00B7090B"/>
    <w:rsid w:val="00B82B7F"/>
    <w:rsid w:val="00B87099"/>
    <w:rsid w:val="00B9157C"/>
    <w:rsid w:val="00BA3C3A"/>
    <w:rsid w:val="00BA4A50"/>
    <w:rsid w:val="00BA5A2F"/>
    <w:rsid w:val="00BB1CD9"/>
    <w:rsid w:val="00BC3145"/>
    <w:rsid w:val="00BC5857"/>
    <w:rsid w:val="00BD06FB"/>
    <w:rsid w:val="00BD3031"/>
    <w:rsid w:val="00BE795E"/>
    <w:rsid w:val="00C043FB"/>
    <w:rsid w:val="00C05FA9"/>
    <w:rsid w:val="00C06C4A"/>
    <w:rsid w:val="00C11095"/>
    <w:rsid w:val="00C16700"/>
    <w:rsid w:val="00C211C8"/>
    <w:rsid w:val="00C23F59"/>
    <w:rsid w:val="00C3194C"/>
    <w:rsid w:val="00C363FC"/>
    <w:rsid w:val="00C36F18"/>
    <w:rsid w:val="00C378A9"/>
    <w:rsid w:val="00C37EF6"/>
    <w:rsid w:val="00C508F9"/>
    <w:rsid w:val="00C521E9"/>
    <w:rsid w:val="00C63AC6"/>
    <w:rsid w:val="00C71A1B"/>
    <w:rsid w:val="00C74921"/>
    <w:rsid w:val="00C76DB4"/>
    <w:rsid w:val="00C90B24"/>
    <w:rsid w:val="00C9346C"/>
    <w:rsid w:val="00C93B7F"/>
    <w:rsid w:val="00CA4457"/>
    <w:rsid w:val="00CA67AA"/>
    <w:rsid w:val="00CB62D1"/>
    <w:rsid w:val="00CB71FB"/>
    <w:rsid w:val="00CC4781"/>
    <w:rsid w:val="00CF7367"/>
    <w:rsid w:val="00D01F80"/>
    <w:rsid w:val="00D0509E"/>
    <w:rsid w:val="00D06F5A"/>
    <w:rsid w:val="00D211C6"/>
    <w:rsid w:val="00D238B0"/>
    <w:rsid w:val="00D244D3"/>
    <w:rsid w:val="00D24F96"/>
    <w:rsid w:val="00D42E68"/>
    <w:rsid w:val="00D6241A"/>
    <w:rsid w:val="00D67050"/>
    <w:rsid w:val="00D67A2A"/>
    <w:rsid w:val="00D7384E"/>
    <w:rsid w:val="00DB330C"/>
    <w:rsid w:val="00DD168F"/>
    <w:rsid w:val="00DD17EF"/>
    <w:rsid w:val="00DE7A36"/>
    <w:rsid w:val="00E00B3D"/>
    <w:rsid w:val="00E031AE"/>
    <w:rsid w:val="00E03546"/>
    <w:rsid w:val="00E15802"/>
    <w:rsid w:val="00E17025"/>
    <w:rsid w:val="00E21EDE"/>
    <w:rsid w:val="00E302F1"/>
    <w:rsid w:val="00E33E6A"/>
    <w:rsid w:val="00E464E8"/>
    <w:rsid w:val="00E5327C"/>
    <w:rsid w:val="00E56F2D"/>
    <w:rsid w:val="00E61CCD"/>
    <w:rsid w:val="00E6796C"/>
    <w:rsid w:val="00E67EC3"/>
    <w:rsid w:val="00E74483"/>
    <w:rsid w:val="00E74A28"/>
    <w:rsid w:val="00E74D1E"/>
    <w:rsid w:val="00E871C2"/>
    <w:rsid w:val="00E9537F"/>
    <w:rsid w:val="00E95FD9"/>
    <w:rsid w:val="00EA0427"/>
    <w:rsid w:val="00EA55E1"/>
    <w:rsid w:val="00EA60C7"/>
    <w:rsid w:val="00EB4296"/>
    <w:rsid w:val="00EB737A"/>
    <w:rsid w:val="00EC0769"/>
    <w:rsid w:val="00ED1947"/>
    <w:rsid w:val="00ED202B"/>
    <w:rsid w:val="00ED5984"/>
    <w:rsid w:val="00EF4274"/>
    <w:rsid w:val="00EF4DFE"/>
    <w:rsid w:val="00EF5A86"/>
    <w:rsid w:val="00F10C48"/>
    <w:rsid w:val="00F14E49"/>
    <w:rsid w:val="00F2004B"/>
    <w:rsid w:val="00F22706"/>
    <w:rsid w:val="00F2287F"/>
    <w:rsid w:val="00F358B3"/>
    <w:rsid w:val="00F37412"/>
    <w:rsid w:val="00F4170B"/>
    <w:rsid w:val="00F4566A"/>
    <w:rsid w:val="00F45F4B"/>
    <w:rsid w:val="00F505E9"/>
    <w:rsid w:val="00F528FC"/>
    <w:rsid w:val="00F56B94"/>
    <w:rsid w:val="00F64565"/>
    <w:rsid w:val="00F7161A"/>
    <w:rsid w:val="00F72E45"/>
    <w:rsid w:val="00F73E7F"/>
    <w:rsid w:val="00F74C1C"/>
    <w:rsid w:val="00F84C7F"/>
    <w:rsid w:val="00F86A2B"/>
    <w:rsid w:val="00F86ADC"/>
    <w:rsid w:val="00F91087"/>
    <w:rsid w:val="00FB2D8E"/>
    <w:rsid w:val="00FC6A3F"/>
    <w:rsid w:val="00FE087A"/>
    <w:rsid w:val="00FF351B"/>
    <w:rsid w:val="00FF6CB4"/>
    <w:rsid w:val="26E93BD2"/>
    <w:rsid w:val="3A753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A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37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78A9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C37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78A9"/>
    <w:rPr>
      <w:rFonts w:ascii="Times New Roman" w:eastAsia="宋体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5C3B0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211C8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locked/>
    <w:rsid w:val="00F84C7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5F4B"/>
    <w:rPr>
      <w:rFonts w:cs="Times New Roman"/>
      <w:sz w:val="2"/>
    </w:rPr>
  </w:style>
  <w:style w:type="paragraph" w:styleId="Date">
    <w:name w:val="Date"/>
    <w:basedOn w:val="Normal"/>
    <w:next w:val="Normal"/>
    <w:link w:val="DateChar"/>
    <w:uiPriority w:val="99"/>
    <w:locked/>
    <w:rsid w:val="005C3346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46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5</Pages>
  <Words>199</Words>
  <Characters>1137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2016长三角“优秀传统文化与区域经济社会发展”研究生论坛征文通知（安庆师范大学主办）</dc:title>
  <dc:subject/>
  <dc:creator>李瑶</dc:creator>
  <cp:keywords/>
  <dc:description/>
  <cp:lastModifiedBy>User</cp:lastModifiedBy>
  <cp:revision>12</cp:revision>
  <cp:lastPrinted>2016-07-04T02:19:00Z</cp:lastPrinted>
  <dcterms:created xsi:type="dcterms:W3CDTF">2016-04-13T14:15:00Z</dcterms:created>
  <dcterms:modified xsi:type="dcterms:W3CDTF">2016-08-29T07:09:00Z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